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C79A8" w14:textId="77777777" w:rsidR="00394E31" w:rsidRPr="00CB0D23" w:rsidRDefault="003E24DF" w:rsidP="00394E31">
      <w:pPr>
        <w:pStyle w:val="Textoindependiente"/>
        <w:spacing w:before="1"/>
        <w:ind w:left="2"/>
        <w:jc w:val="center"/>
        <w:rPr>
          <w:rFonts w:ascii="Fira Sans" w:hAnsi="Fira Sans"/>
          <w:noProof/>
          <w:color w:val="000000" w:themeColor="text1"/>
          <w:sz w:val="32"/>
          <w:szCs w:val="32"/>
          <w:lang w:bidi="es-ES"/>
        </w:rPr>
      </w:pPr>
      <w:r w:rsidRPr="00CB0D23">
        <w:rPr>
          <w:rFonts w:ascii="Fira Sans" w:hAnsi="Fira Sans"/>
          <w:noProof/>
          <w:color w:val="000000" w:themeColor="text1"/>
          <w:sz w:val="32"/>
          <w:szCs w:val="32"/>
          <w:lang w:bidi="es-ES"/>
        </w:rPr>
        <w:t xml:space="preserve"> </w:t>
      </w:r>
    </w:p>
    <w:p w14:paraId="5144BC45" w14:textId="77777777" w:rsidR="00CB4379" w:rsidRDefault="00CB4379" w:rsidP="009B0CCE">
      <w:pPr>
        <w:pStyle w:val="Textoindependiente"/>
        <w:spacing w:before="1"/>
        <w:ind w:left="0"/>
        <w:rPr>
          <w:rFonts w:ascii="Fira Sans" w:hAnsi="Fira Sans"/>
          <w:b/>
          <w:bCs/>
          <w:color w:val="278A2A"/>
          <w:sz w:val="28"/>
          <w:szCs w:val="28"/>
        </w:rPr>
      </w:pPr>
    </w:p>
    <w:p w14:paraId="0DCCFFBD" w14:textId="446AD39B" w:rsidR="001070CB" w:rsidRPr="00CB4379" w:rsidRDefault="001070CB" w:rsidP="00394E31">
      <w:pPr>
        <w:pStyle w:val="Textoindependiente"/>
        <w:spacing w:before="1"/>
        <w:ind w:left="2"/>
        <w:jc w:val="center"/>
        <w:rPr>
          <w:rFonts w:ascii="League Spartan" w:hAnsi="League Spartan"/>
          <w:b/>
          <w:bCs/>
          <w:color w:val="278A2A"/>
          <w:sz w:val="28"/>
          <w:szCs w:val="28"/>
        </w:rPr>
      </w:pPr>
      <w:r w:rsidRPr="00CB4379">
        <w:rPr>
          <w:rFonts w:ascii="League Spartan" w:hAnsi="League Spartan"/>
          <w:b/>
          <w:bCs/>
          <w:color w:val="278A2A"/>
          <w:sz w:val="28"/>
          <w:szCs w:val="28"/>
        </w:rPr>
        <w:t xml:space="preserve">Formato resumen categoría </w:t>
      </w:r>
      <w:r w:rsidR="0026134A" w:rsidRPr="00CB4379">
        <w:rPr>
          <w:rFonts w:ascii="League Spartan" w:hAnsi="League Spartan"/>
          <w:b/>
          <w:bCs/>
          <w:color w:val="278A2A"/>
          <w:sz w:val="28"/>
          <w:szCs w:val="28"/>
        </w:rPr>
        <w:t>innovación</w:t>
      </w:r>
    </w:p>
    <w:p w14:paraId="146546E6" w14:textId="18E83307" w:rsidR="00394E31" w:rsidRPr="00CB4379" w:rsidRDefault="001070CB" w:rsidP="00394E31">
      <w:pPr>
        <w:pStyle w:val="Textoindependiente"/>
        <w:spacing w:before="1"/>
        <w:ind w:left="2"/>
        <w:jc w:val="center"/>
        <w:rPr>
          <w:rFonts w:ascii="League Spartan" w:hAnsi="League Spartan"/>
          <w:b/>
          <w:bCs/>
          <w:color w:val="278A2A"/>
          <w:sz w:val="28"/>
          <w:szCs w:val="28"/>
        </w:rPr>
      </w:pPr>
      <w:r w:rsidRPr="00CB4379">
        <w:rPr>
          <w:rFonts w:ascii="League Spartan" w:hAnsi="League Spartan"/>
          <w:b/>
          <w:bCs/>
          <w:color w:val="278A2A"/>
          <w:sz w:val="28"/>
          <w:szCs w:val="28"/>
        </w:rPr>
        <w:t xml:space="preserve">Trabajo de grado - </w:t>
      </w:r>
      <w:r w:rsidR="00394E31" w:rsidRPr="00CB4379">
        <w:rPr>
          <w:rFonts w:ascii="League Spartan" w:hAnsi="League Spartan"/>
          <w:b/>
          <w:bCs/>
          <w:color w:val="278A2A"/>
          <w:sz w:val="28"/>
          <w:szCs w:val="28"/>
        </w:rPr>
        <w:t>Premio Fabio Chaparro</w:t>
      </w:r>
    </w:p>
    <w:p w14:paraId="3870C012" w14:textId="77777777" w:rsidR="00CB4379" w:rsidRDefault="00CB4379" w:rsidP="00394E31">
      <w:pPr>
        <w:pStyle w:val="Textoindependiente"/>
        <w:spacing w:before="1"/>
        <w:ind w:left="2"/>
        <w:jc w:val="center"/>
        <w:rPr>
          <w:rFonts w:ascii="Fira Sans" w:hAnsi="Fira Sans"/>
          <w:b/>
          <w:bCs/>
          <w:color w:val="278A2A"/>
          <w:sz w:val="28"/>
          <w:szCs w:val="28"/>
        </w:rPr>
      </w:pPr>
    </w:p>
    <w:p w14:paraId="22A64745" w14:textId="586D8AAD" w:rsidR="00582DF8" w:rsidRPr="00582DF8" w:rsidRDefault="00582DF8" w:rsidP="004B5C57">
      <w:pPr>
        <w:pStyle w:val="Textoindependiente"/>
        <w:ind w:left="0"/>
        <w:jc w:val="center"/>
        <w:rPr>
          <w:rFonts w:ascii="Fira Sans" w:hAnsi="Fira Sans"/>
          <w:b/>
          <w:bCs/>
        </w:rPr>
      </w:pPr>
      <w:r w:rsidRPr="00582DF8">
        <w:rPr>
          <w:rFonts w:ascii="Fira Sans" w:hAnsi="Fira Sans"/>
          <w:b/>
          <w:bCs/>
        </w:rPr>
        <w:t xml:space="preserve">El total del documento debe </w:t>
      </w:r>
      <w:r w:rsidR="00313CC7">
        <w:rPr>
          <w:rFonts w:ascii="Fira Sans" w:hAnsi="Fira Sans"/>
          <w:b/>
          <w:bCs/>
        </w:rPr>
        <w:t>ser máximo</w:t>
      </w:r>
      <w:r w:rsidRPr="00582DF8">
        <w:rPr>
          <w:rFonts w:ascii="Fira Sans" w:hAnsi="Fira Sans"/>
          <w:b/>
          <w:bCs/>
        </w:rPr>
        <w:t xml:space="preserve"> </w:t>
      </w:r>
      <w:r w:rsidR="003C6659">
        <w:rPr>
          <w:rFonts w:ascii="Fira Sans" w:hAnsi="Fira Sans"/>
          <w:b/>
          <w:bCs/>
        </w:rPr>
        <w:t xml:space="preserve">de </w:t>
      </w:r>
      <w:r w:rsidRPr="00582DF8">
        <w:rPr>
          <w:rFonts w:ascii="Fira Sans" w:hAnsi="Fira Sans"/>
          <w:b/>
          <w:bCs/>
        </w:rPr>
        <w:t>8 hojas de contenido complementario</w:t>
      </w:r>
      <w:r w:rsidR="001254A1">
        <w:rPr>
          <w:rFonts w:ascii="Fira Sans" w:hAnsi="Fira Sans"/>
          <w:b/>
          <w:bCs/>
        </w:rPr>
        <w:t xml:space="preserve"> y un peso no superior a l</w:t>
      </w:r>
      <w:r w:rsidR="00781E68">
        <w:rPr>
          <w:rFonts w:ascii="Fira Sans" w:hAnsi="Fira Sans"/>
          <w:b/>
          <w:bCs/>
        </w:rPr>
        <w:t>o</w:t>
      </w:r>
      <w:r w:rsidR="001254A1">
        <w:rPr>
          <w:rFonts w:ascii="Fira Sans" w:hAnsi="Fira Sans"/>
          <w:b/>
          <w:bCs/>
        </w:rPr>
        <w:t>s 3Mb</w:t>
      </w:r>
      <w:r>
        <w:rPr>
          <w:rFonts w:ascii="Fira Sans" w:hAnsi="Fira Sans"/>
          <w:b/>
          <w:bCs/>
        </w:rPr>
        <w:t xml:space="preserve">, en caso </w:t>
      </w:r>
      <w:r w:rsidR="006F1A50">
        <w:rPr>
          <w:rFonts w:ascii="Fira Sans" w:hAnsi="Fira Sans"/>
          <w:b/>
          <w:bCs/>
        </w:rPr>
        <w:t>de superarlo</w:t>
      </w:r>
      <w:r w:rsidR="00313CC7">
        <w:rPr>
          <w:rFonts w:ascii="Fira Sans" w:hAnsi="Fira Sans"/>
          <w:b/>
          <w:bCs/>
        </w:rPr>
        <w:t xml:space="preserve">, </w:t>
      </w:r>
      <w:r>
        <w:rPr>
          <w:rFonts w:ascii="Fira Sans" w:hAnsi="Fira Sans"/>
          <w:b/>
          <w:bCs/>
        </w:rPr>
        <w:t xml:space="preserve">el Premio tomará la decisión </w:t>
      </w:r>
      <w:r w:rsidR="004B5C57">
        <w:rPr>
          <w:rFonts w:ascii="Fira Sans" w:hAnsi="Fira Sans"/>
          <w:b/>
          <w:bCs/>
        </w:rPr>
        <w:t>sobre el contenido que entrará o no en el proceso de evaluación de</w:t>
      </w:r>
      <w:r w:rsidR="0026134A">
        <w:rPr>
          <w:rFonts w:ascii="Fira Sans" w:hAnsi="Fira Sans"/>
          <w:b/>
          <w:bCs/>
        </w:rPr>
        <w:t xml:space="preserve"> la solución</w:t>
      </w:r>
      <w:r w:rsidR="004B5C57">
        <w:rPr>
          <w:rFonts w:ascii="Fira Sans" w:hAnsi="Fira Sans"/>
          <w:b/>
          <w:bCs/>
        </w:rPr>
        <w:t>.</w:t>
      </w:r>
    </w:p>
    <w:p w14:paraId="5C67E5F6" w14:textId="4056C099" w:rsidR="0BB3E91E" w:rsidRPr="00CB0D23" w:rsidRDefault="0BB3E91E" w:rsidP="0BB3E91E">
      <w:pPr>
        <w:pStyle w:val="Textoindependiente"/>
        <w:spacing w:before="1"/>
        <w:ind w:left="2"/>
        <w:rPr>
          <w:rFonts w:ascii="Fira Sans" w:hAnsi="Fira Sans"/>
          <w:b/>
          <w:bCs/>
          <w:color w:val="278A2A"/>
          <w:sz w:val="28"/>
          <w:szCs w:val="28"/>
        </w:rPr>
      </w:pPr>
    </w:p>
    <w:tbl>
      <w:tblPr>
        <w:tblStyle w:val="Tablaconcuadrcula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2820"/>
        <w:gridCol w:w="6196"/>
      </w:tblGrid>
      <w:tr w:rsidR="0BB3E91E" w:rsidRPr="00A03E79" w14:paraId="26C21E9A" w14:textId="77777777" w:rsidTr="00366834">
        <w:trPr>
          <w:trHeight w:val="300"/>
        </w:trPr>
        <w:tc>
          <w:tcPr>
            <w:tcW w:w="5000" w:type="pct"/>
            <w:gridSpan w:val="2"/>
            <w:vAlign w:val="center"/>
          </w:tcPr>
          <w:p w14:paraId="3AA5CDBA" w14:textId="78B6C450" w:rsidR="5C92A357" w:rsidRPr="00A03E79" w:rsidRDefault="007C3DC1" w:rsidP="00A03E79">
            <w:pPr>
              <w:pStyle w:val="Textoindependiente"/>
              <w:spacing w:before="1"/>
              <w:ind w:left="2"/>
              <w:jc w:val="center"/>
              <w:rPr>
                <w:rFonts w:ascii="Fira Sans" w:hAnsi="Fira Sans"/>
                <w:b/>
                <w:bCs/>
                <w:color w:val="000000" w:themeColor="text1"/>
              </w:rPr>
            </w:pPr>
            <w:r w:rsidRPr="007F5A01">
              <w:rPr>
                <w:rFonts w:ascii="Fira Sans" w:hAnsi="Fira Sans"/>
                <w:b/>
                <w:bCs/>
              </w:rPr>
              <w:t>SECCIÓN 1. DATOS GENERALES</w:t>
            </w:r>
          </w:p>
        </w:tc>
      </w:tr>
      <w:tr w:rsidR="005A50D3" w:rsidRPr="00A03E79" w14:paraId="3529078F" w14:textId="77777777" w:rsidTr="00366834">
        <w:trPr>
          <w:trHeight w:val="300"/>
        </w:trPr>
        <w:tc>
          <w:tcPr>
            <w:tcW w:w="1564" w:type="pct"/>
            <w:vAlign w:val="center"/>
          </w:tcPr>
          <w:p w14:paraId="2025ED93" w14:textId="2727CCD7" w:rsidR="005A50D3" w:rsidRPr="008E3721" w:rsidRDefault="005A50D3" w:rsidP="008D7FC4">
            <w:pPr>
              <w:pStyle w:val="Textoindependiente"/>
              <w:numPr>
                <w:ilvl w:val="1"/>
                <w:numId w:val="3"/>
              </w:numPr>
              <w:rPr>
                <w:rFonts w:ascii="Fira Sans" w:hAnsi="Fira Sans"/>
                <w:color w:val="000000" w:themeColor="text1"/>
              </w:rPr>
            </w:pPr>
            <w:r w:rsidRPr="008E3721">
              <w:rPr>
                <w:rFonts w:ascii="Fira Sans" w:hAnsi="Fira Sans"/>
                <w:color w:val="000000" w:themeColor="text1"/>
              </w:rPr>
              <w:t>Título d</w:t>
            </w:r>
            <w:r w:rsidR="0026134A">
              <w:rPr>
                <w:rFonts w:ascii="Fira Sans" w:hAnsi="Fira Sans"/>
                <w:color w:val="000000" w:themeColor="text1"/>
              </w:rPr>
              <w:t>e la solución</w:t>
            </w:r>
            <w:r w:rsidRPr="008E3721">
              <w:rPr>
                <w:rFonts w:ascii="Fira Sans" w:hAnsi="Fira Sans"/>
                <w:color w:val="000000" w:themeColor="text1"/>
              </w:rPr>
              <w:t xml:space="preserve">: </w:t>
            </w:r>
          </w:p>
          <w:p w14:paraId="58E0EAF7" w14:textId="4AD2B7E5" w:rsidR="008D7FC4" w:rsidRPr="00713570" w:rsidRDefault="008D7FC4" w:rsidP="008D7FC4">
            <w:pPr>
              <w:pStyle w:val="Textoindependiente"/>
              <w:ind w:left="0"/>
              <w:jc w:val="both"/>
              <w:rPr>
                <w:rFonts w:ascii="Fira Sans" w:hAnsi="Fira Sans"/>
                <w:color w:val="4FA0CA"/>
              </w:rPr>
            </w:pPr>
            <w:r w:rsidRPr="00713570">
              <w:rPr>
                <w:rFonts w:ascii="Fira Sans" w:hAnsi="Fira Sans"/>
                <w:color w:val="4FA0CA"/>
                <w:sz w:val="16"/>
                <w:szCs w:val="16"/>
              </w:rPr>
              <w:t>Registrar el mismo título que se registre en el formulario de inscripción.</w:t>
            </w:r>
          </w:p>
        </w:tc>
        <w:tc>
          <w:tcPr>
            <w:tcW w:w="3436" w:type="pct"/>
            <w:shd w:val="clear" w:color="auto" w:fill="E7E6E6" w:themeFill="background2"/>
            <w:vAlign w:val="center"/>
          </w:tcPr>
          <w:sdt>
            <w:sdtPr>
              <w:rPr>
                <w:rFonts w:ascii="Fira Sans" w:hAnsi="Fira Sans"/>
                <w:b/>
                <w:bCs/>
                <w:color w:val="000000" w:themeColor="text1"/>
              </w:rPr>
              <w:id w:val="1452590425"/>
              <w:placeholder>
                <w:docPart w:val="DefaultPlaceholder_-1854013440"/>
              </w:placeholder>
            </w:sdtPr>
            <w:sdtContent>
              <w:p w14:paraId="6069B43A" w14:textId="18666557" w:rsidR="005A50D3" w:rsidRPr="00A03E79" w:rsidRDefault="00B40471" w:rsidP="0BB3E91E">
                <w:pPr>
                  <w:pStyle w:val="Textoindependiente"/>
                  <w:ind w:left="0"/>
                  <w:rPr>
                    <w:rFonts w:ascii="Fira Sans" w:hAnsi="Fira Sans"/>
                    <w:b/>
                    <w:bCs/>
                    <w:color w:val="000000" w:themeColor="text1"/>
                  </w:rPr>
                </w:pPr>
                <w:r>
                  <w:rPr>
                    <w:rFonts w:ascii="Fira Sans" w:hAnsi="Fira Sans"/>
                    <w:b/>
                    <w:bCs/>
                    <w:color w:val="000000" w:themeColor="text1"/>
                  </w:rPr>
                  <w:fldChar w:fldCharType="begin">
                    <w:ffData>
                      <w:name w:val="Texto8"/>
                      <w:enabled/>
                      <w:calcOnExit w:val="0"/>
                      <w:textInput/>
                    </w:ffData>
                  </w:fldChar>
                </w:r>
                <w:bookmarkStart w:id="0" w:name="Texto8"/>
                <w:r>
                  <w:rPr>
                    <w:rFonts w:ascii="Fira Sans" w:hAnsi="Fira Sans"/>
                    <w:b/>
                    <w:bCs/>
                    <w:color w:val="000000" w:themeColor="text1"/>
                  </w:rPr>
                  <w:instrText xml:space="preserve"> FORMTEXT </w:instrText>
                </w:r>
                <w:r>
                  <w:rPr>
                    <w:rFonts w:ascii="Fira Sans" w:hAnsi="Fira Sans"/>
                    <w:b/>
                    <w:bCs/>
                    <w:color w:val="000000" w:themeColor="text1"/>
                  </w:rPr>
                </w:r>
                <w:r>
                  <w:rPr>
                    <w:rFonts w:ascii="Fira Sans" w:hAnsi="Fira Sans"/>
                    <w:b/>
                    <w:bCs/>
                    <w:color w:val="000000" w:themeColor="text1"/>
                  </w:rPr>
                  <w:fldChar w:fldCharType="separate"/>
                </w:r>
                <w:r>
                  <w:rPr>
                    <w:rFonts w:ascii="Fira Sans" w:hAnsi="Fira Sans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hAnsi="Fira Sans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hAnsi="Fira Sans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hAnsi="Fira Sans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hAnsi="Fira Sans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hAnsi="Fira Sans"/>
                    <w:b/>
                    <w:bCs/>
                    <w:color w:val="000000" w:themeColor="text1"/>
                  </w:rPr>
                  <w:fldChar w:fldCharType="end"/>
                </w:r>
              </w:p>
              <w:bookmarkEnd w:id="0" w:displacedByCustomXml="next"/>
            </w:sdtContent>
          </w:sdt>
        </w:tc>
      </w:tr>
      <w:tr w:rsidR="00B95404" w:rsidRPr="00A03E79" w14:paraId="226BF063" w14:textId="77777777" w:rsidTr="00366834">
        <w:trPr>
          <w:trHeight w:val="300"/>
        </w:trPr>
        <w:tc>
          <w:tcPr>
            <w:tcW w:w="1564" w:type="pct"/>
            <w:vAlign w:val="center"/>
          </w:tcPr>
          <w:p w14:paraId="55DA8EB7" w14:textId="059602F5" w:rsidR="00B95404" w:rsidRPr="008E3721" w:rsidRDefault="0026134A" w:rsidP="00713570">
            <w:pPr>
              <w:pStyle w:val="Textoindependiente"/>
              <w:numPr>
                <w:ilvl w:val="1"/>
                <w:numId w:val="3"/>
              </w:numPr>
              <w:rPr>
                <w:rFonts w:ascii="Fira Sans" w:hAnsi="Fira Sans"/>
                <w:color w:val="000000" w:themeColor="text1"/>
              </w:rPr>
            </w:pPr>
            <w:r>
              <w:rPr>
                <w:rFonts w:ascii="Fira Sans" w:hAnsi="Fira Sans"/>
                <w:color w:val="000000" w:themeColor="text1"/>
              </w:rPr>
              <w:t>Reto</w:t>
            </w:r>
            <w:r w:rsidR="00B95404" w:rsidRPr="008E3721">
              <w:rPr>
                <w:rFonts w:ascii="Fira Sans" w:hAnsi="Fira Sans"/>
                <w:color w:val="000000" w:themeColor="text1"/>
              </w:rPr>
              <w:t>:</w:t>
            </w:r>
          </w:p>
          <w:p w14:paraId="7325AFBA" w14:textId="3D137D12" w:rsidR="00713570" w:rsidRPr="00A03E79" w:rsidRDefault="00713570" w:rsidP="00713570">
            <w:pPr>
              <w:pStyle w:val="Textoindependiente"/>
              <w:ind w:left="0"/>
              <w:jc w:val="both"/>
              <w:rPr>
                <w:rFonts w:ascii="Fira Sans" w:hAnsi="Fira Sans"/>
                <w:b/>
                <w:bCs/>
                <w:color w:val="000000" w:themeColor="text1"/>
              </w:rPr>
            </w:pPr>
            <w:r w:rsidRPr="00713570">
              <w:rPr>
                <w:rFonts w:ascii="Fira Sans" w:hAnsi="Fira Sans"/>
                <w:color w:val="4FA0CA"/>
                <w:sz w:val="16"/>
                <w:szCs w:val="16"/>
              </w:rPr>
              <w:t xml:space="preserve">Indicar </w:t>
            </w:r>
            <w:r w:rsidR="0026134A">
              <w:rPr>
                <w:rFonts w:ascii="Fira Sans" w:hAnsi="Fira Sans"/>
                <w:color w:val="4FA0CA"/>
                <w:sz w:val="16"/>
                <w:szCs w:val="16"/>
              </w:rPr>
              <w:t>el</w:t>
            </w:r>
            <w:r w:rsidRPr="00713570">
              <w:rPr>
                <w:rFonts w:ascii="Fira Sans" w:hAnsi="Fira Sans"/>
                <w:color w:val="4FA0CA"/>
                <w:sz w:val="16"/>
                <w:szCs w:val="16"/>
              </w:rPr>
              <w:t xml:space="preserve"> </w:t>
            </w:r>
            <w:r w:rsidR="0026134A">
              <w:rPr>
                <w:rFonts w:ascii="Fira Sans" w:hAnsi="Fira Sans"/>
                <w:color w:val="4FA0CA"/>
                <w:sz w:val="16"/>
                <w:szCs w:val="16"/>
              </w:rPr>
              <w:t xml:space="preserve">reto </w:t>
            </w:r>
            <w:r w:rsidRPr="00713570">
              <w:rPr>
                <w:rFonts w:ascii="Fira Sans" w:hAnsi="Fira Sans"/>
                <w:color w:val="4FA0CA"/>
                <w:sz w:val="16"/>
                <w:szCs w:val="16"/>
              </w:rPr>
              <w:t xml:space="preserve">en </w:t>
            </w:r>
            <w:r w:rsidR="0026134A">
              <w:rPr>
                <w:rFonts w:ascii="Fira Sans" w:hAnsi="Fira Sans"/>
                <w:color w:val="4FA0CA"/>
                <w:sz w:val="16"/>
                <w:szCs w:val="16"/>
              </w:rPr>
              <w:t xml:space="preserve">el </w:t>
            </w:r>
            <w:r w:rsidRPr="00713570">
              <w:rPr>
                <w:rFonts w:ascii="Fira Sans" w:hAnsi="Fira Sans"/>
                <w:color w:val="4FA0CA"/>
                <w:sz w:val="16"/>
                <w:szCs w:val="16"/>
              </w:rPr>
              <w:t xml:space="preserve">que se inscribirá </w:t>
            </w:r>
            <w:r w:rsidR="0026134A">
              <w:rPr>
                <w:rFonts w:ascii="Fira Sans" w:hAnsi="Fira Sans"/>
                <w:color w:val="4FA0CA"/>
                <w:sz w:val="16"/>
                <w:szCs w:val="16"/>
              </w:rPr>
              <w:t>la solución</w:t>
            </w:r>
            <w:r w:rsidRPr="00713570">
              <w:rPr>
                <w:rFonts w:ascii="Fira Sans" w:hAnsi="Fira Sans"/>
                <w:color w:val="4FA0CA"/>
                <w:sz w:val="16"/>
                <w:szCs w:val="16"/>
              </w:rPr>
              <w:t>.</w:t>
            </w:r>
          </w:p>
        </w:tc>
        <w:tc>
          <w:tcPr>
            <w:tcW w:w="3436" w:type="pct"/>
            <w:shd w:val="clear" w:color="auto" w:fill="E7E6E6" w:themeFill="background2"/>
            <w:vAlign w:val="center"/>
          </w:tcPr>
          <w:sdt>
            <w:sdtPr>
              <w:rPr>
                <w:rFonts w:ascii="Fira Sans" w:hAnsi="Fira Sans"/>
                <w:b/>
                <w:bCs/>
                <w:color w:val="000000" w:themeColor="text1"/>
              </w:rPr>
              <w:id w:val="672229472"/>
              <w:placeholder>
                <w:docPart w:val="DefaultPlaceholder_-1854013440"/>
              </w:placeholder>
            </w:sdtPr>
            <w:sdtContent>
              <w:p w14:paraId="1D0C8375" w14:textId="5BE8FB98" w:rsidR="00B95404" w:rsidRPr="00A03E79" w:rsidRDefault="00B40471" w:rsidP="0BB3E91E">
                <w:pPr>
                  <w:pStyle w:val="Textoindependiente"/>
                  <w:ind w:left="0"/>
                  <w:rPr>
                    <w:rFonts w:ascii="Fira Sans" w:hAnsi="Fira Sans"/>
                    <w:b/>
                    <w:bCs/>
                    <w:color w:val="000000" w:themeColor="text1"/>
                  </w:rPr>
                </w:pPr>
                <w:r>
                  <w:rPr>
                    <w:rFonts w:ascii="Fira Sans" w:hAnsi="Fira Sans"/>
                    <w:b/>
                    <w:bCs/>
                    <w:color w:val="000000" w:themeColor="text1"/>
                  </w:rPr>
                  <w:fldChar w:fldCharType="begin">
                    <w:ffData>
                      <w:name w:val="Texto9"/>
                      <w:enabled/>
                      <w:calcOnExit w:val="0"/>
                      <w:textInput/>
                    </w:ffData>
                  </w:fldChar>
                </w:r>
                <w:bookmarkStart w:id="1" w:name="Texto9"/>
                <w:r>
                  <w:rPr>
                    <w:rFonts w:ascii="Fira Sans" w:hAnsi="Fira Sans"/>
                    <w:b/>
                    <w:bCs/>
                    <w:color w:val="000000" w:themeColor="text1"/>
                  </w:rPr>
                  <w:instrText xml:space="preserve"> FORMTEXT </w:instrText>
                </w:r>
                <w:r>
                  <w:rPr>
                    <w:rFonts w:ascii="Fira Sans" w:hAnsi="Fira Sans"/>
                    <w:b/>
                    <w:bCs/>
                    <w:color w:val="000000" w:themeColor="text1"/>
                  </w:rPr>
                </w:r>
                <w:r>
                  <w:rPr>
                    <w:rFonts w:ascii="Fira Sans" w:hAnsi="Fira Sans"/>
                    <w:b/>
                    <w:bCs/>
                    <w:color w:val="000000" w:themeColor="text1"/>
                  </w:rPr>
                  <w:fldChar w:fldCharType="separate"/>
                </w:r>
                <w:r>
                  <w:rPr>
                    <w:rFonts w:ascii="Fira Sans" w:hAnsi="Fira Sans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hAnsi="Fira Sans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hAnsi="Fira Sans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hAnsi="Fira Sans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hAnsi="Fira Sans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hAnsi="Fira Sans"/>
                    <w:b/>
                    <w:bCs/>
                    <w:color w:val="000000" w:themeColor="text1"/>
                  </w:rPr>
                  <w:fldChar w:fldCharType="end"/>
                </w:r>
              </w:p>
              <w:bookmarkEnd w:id="1" w:displacedByCustomXml="next"/>
            </w:sdtContent>
          </w:sdt>
        </w:tc>
      </w:tr>
      <w:tr w:rsidR="001C0863" w:rsidRPr="00A03E79" w14:paraId="6ADB24C1" w14:textId="77777777" w:rsidTr="00366834">
        <w:trPr>
          <w:trHeight w:val="300"/>
        </w:trPr>
        <w:tc>
          <w:tcPr>
            <w:tcW w:w="1564" w:type="pct"/>
            <w:vAlign w:val="center"/>
          </w:tcPr>
          <w:p w14:paraId="088FA6FC" w14:textId="6816DFE7" w:rsidR="001C0863" w:rsidRPr="008E3721" w:rsidRDefault="001C0863" w:rsidP="008D6D29">
            <w:pPr>
              <w:pStyle w:val="Textoindependiente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Fira Sans" w:eastAsia="Arial" w:hAnsi="Fira Sans" w:cs="Arial"/>
                <w:color w:val="000000" w:themeColor="text1"/>
              </w:rPr>
            </w:pPr>
            <w:r w:rsidRPr="008E3721">
              <w:rPr>
                <w:rFonts w:ascii="Fira Sans" w:eastAsia="Arial" w:hAnsi="Fira Sans" w:cs="Arial"/>
                <w:color w:val="000000" w:themeColor="text1"/>
              </w:rPr>
              <w:t>Datos complementarios del equipo de</w:t>
            </w:r>
            <w:r w:rsidR="0026134A">
              <w:rPr>
                <w:rFonts w:ascii="Fira Sans" w:eastAsia="Arial" w:hAnsi="Fira Sans" w:cs="Arial"/>
                <w:color w:val="000000" w:themeColor="text1"/>
              </w:rPr>
              <w:t xml:space="preserve"> la solución</w:t>
            </w:r>
            <w:r w:rsidRPr="008E3721">
              <w:rPr>
                <w:rFonts w:ascii="Fira Sans" w:eastAsia="Arial" w:hAnsi="Fira Sans" w:cs="Arial"/>
                <w:color w:val="000000" w:themeColor="text1"/>
              </w:rPr>
              <w:t>:</w:t>
            </w:r>
          </w:p>
          <w:p w14:paraId="42D98219" w14:textId="182BBEB5" w:rsidR="001C0863" w:rsidRDefault="001C0863" w:rsidP="001C0863">
            <w:pPr>
              <w:pStyle w:val="Textoindependiente"/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Fira Sans" w:eastAsia="Arial" w:hAnsi="Fira Sans" w:cs="Arial"/>
                <w:b/>
                <w:bCs/>
                <w:color w:val="000000" w:themeColor="text1"/>
              </w:rPr>
            </w:pPr>
            <w:r w:rsidRPr="00B962F1">
              <w:rPr>
                <w:rFonts w:ascii="Fira Sans" w:hAnsi="Fira Sans"/>
                <w:color w:val="4FA0CA"/>
                <w:sz w:val="16"/>
                <w:szCs w:val="16"/>
              </w:rPr>
              <w:t>En caso de que el número de integrantes sea superior al que permite la plataforma</w:t>
            </w:r>
            <w:r>
              <w:rPr>
                <w:rFonts w:ascii="Fira Sans" w:hAnsi="Fira Sans"/>
                <w:color w:val="4FA0CA"/>
                <w:sz w:val="16"/>
                <w:szCs w:val="16"/>
              </w:rPr>
              <w:t xml:space="preserve"> (5). </w:t>
            </w:r>
            <w:r w:rsidRPr="00B962F1">
              <w:rPr>
                <w:rFonts w:ascii="Fira Sans" w:hAnsi="Fira Sans"/>
                <w:color w:val="4FA0CA"/>
                <w:sz w:val="16"/>
                <w:szCs w:val="16"/>
              </w:rPr>
              <w:t>Ind</w:t>
            </w:r>
            <w:r>
              <w:rPr>
                <w:rFonts w:ascii="Fira Sans" w:hAnsi="Fira Sans"/>
                <w:color w:val="4FA0CA"/>
                <w:sz w:val="16"/>
                <w:szCs w:val="16"/>
              </w:rPr>
              <w:t xml:space="preserve">icar para cada integrante adicional: nombre completo, tipo y número de documento de identidad, fecha de nacimiento, género, correo de contacto, número de teléfono, profesión o programa académico, </w:t>
            </w:r>
            <w:r w:rsidR="00750743">
              <w:rPr>
                <w:rFonts w:ascii="Fira Sans" w:hAnsi="Fira Sans"/>
                <w:color w:val="4FA0CA"/>
                <w:sz w:val="16"/>
                <w:szCs w:val="16"/>
              </w:rPr>
              <w:t>e</w:t>
            </w:r>
            <w:r w:rsidR="00750743" w:rsidRPr="00750743">
              <w:rPr>
                <w:rFonts w:ascii="Fira Sans" w:hAnsi="Fira Sans"/>
                <w:color w:val="4FA0CA"/>
                <w:sz w:val="16"/>
                <w:szCs w:val="16"/>
              </w:rPr>
              <w:t>xperiencia profesional</w:t>
            </w:r>
            <w:r w:rsidR="00750743">
              <w:rPr>
                <w:rFonts w:ascii="Fira Sans" w:hAnsi="Fira Sans"/>
                <w:color w:val="4FA0CA"/>
                <w:sz w:val="16"/>
                <w:szCs w:val="16"/>
              </w:rPr>
              <w:t xml:space="preserve"> o</w:t>
            </w:r>
            <w:r w:rsidR="00750743" w:rsidRPr="00750743">
              <w:rPr>
                <w:rFonts w:ascii="Fira Sans" w:hAnsi="Fira Sans"/>
                <w:color w:val="4FA0CA"/>
                <w:sz w:val="16"/>
                <w:szCs w:val="16"/>
              </w:rPr>
              <w:t xml:space="preserve"> rol dentro del equipo o aporte </w:t>
            </w:r>
            <w:r w:rsidR="0026134A">
              <w:rPr>
                <w:rFonts w:ascii="Fira Sans" w:hAnsi="Fira Sans"/>
                <w:color w:val="4FA0CA"/>
                <w:sz w:val="16"/>
                <w:szCs w:val="16"/>
              </w:rPr>
              <w:t>a la solución</w:t>
            </w:r>
            <w:r w:rsidR="00750743">
              <w:rPr>
                <w:rFonts w:ascii="Fira Sans" w:hAnsi="Fira Sans"/>
                <w:color w:val="4FA0CA"/>
                <w:sz w:val="16"/>
                <w:szCs w:val="16"/>
              </w:rPr>
              <w:t>.</w:t>
            </w:r>
          </w:p>
        </w:tc>
        <w:tc>
          <w:tcPr>
            <w:tcW w:w="3436" w:type="pct"/>
            <w:shd w:val="clear" w:color="auto" w:fill="E7E6E6" w:themeFill="background2"/>
            <w:vAlign w:val="center"/>
          </w:tcPr>
          <w:sdt>
            <w:sdtPr>
              <w:rPr>
                <w:rFonts w:ascii="Fira Sans" w:hAnsi="Fira Sans"/>
                <w:b/>
                <w:bCs/>
                <w:color w:val="000000" w:themeColor="text1"/>
              </w:rPr>
              <w:id w:val="117575761"/>
              <w:placeholder>
                <w:docPart w:val="DefaultPlaceholder_-1854013440"/>
              </w:placeholder>
            </w:sdtPr>
            <w:sdtContent>
              <w:p w14:paraId="59649962" w14:textId="4E573B0C" w:rsidR="001C0863" w:rsidRPr="00A03E79" w:rsidRDefault="00B40471" w:rsidP="00B962F1">
                <w:pPr>
                  <w:pStyle w:val="Textoindependiente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0"/>
                  <w:jc w:val="both"/>
                  <w:rPr>
                    <w:rFonts w:ascii="Fira Sans" w:hAnsi="Fira Sans"/>
                    <w:b/>
                    <w:bCs/>
                    <w:color w:val="000000" w:themeColor="text1"/>
                  </w:rPr>
                </w:pPr>
                <w:r>
                  <w:rPr>
                    <w:rFonts w:ascii="Fira Sans" w:hAnsi="Fira Sans"/>
                    <w:b/>
                    <w:bCs/>
                    <w:color w:val="000000" w:themeColor="text1"/>
                  </w:rPr>
                  <w:fldChar w:fldCharType="begin">
                    <w:ffData>
                      <w:name w:val="Texto10"/>
                      <w:enabled/>
                      <w:calcOnExit w:val="0"/>
                      <w:textInput/>
                    </w:ffData>
                  </w:fldChar>
                </w:r>
                <w:bookmarkStart w:id="2" w:name="Texto10"/>
                <w:r>
                  <w:rPr>
                    <w:rFonts w:ascii="Fira Sans" w:hAnsi="Fira Sans"/>
                    <w:b/>
                    <w:bCs/>
                    <w:color w:val="000000" w:themeColor="text1"/>
                  </w:rPr>
                  <w:instrText xml:space="preserve"> FORMTEXT </w:instrText>
                </w:r>
                <w:r>
                  <w:rPr>
                    <w:rFonts w:ascii="Fira Sans" w:hAnsi="Fira Sans"/>
                    <w:b/>
                    <w:bCs/>
                    <w:color w:val="000000" w:themeColor="text1"/>
                  </w:rPr>
                </w:r>
                <w:r>
                  <w:rPr>
                    <w:rFonts w:ascii="Fira Sans" w:hAnsi="Fira Sans"/>
                    <w:b/>
                    <w:bCs/>
                    <w:color w:val="000000" w:themeColor="text1"/>
                  </w:rPr>
                  <w:fldChar w:fldCharType="separate"/>
                </w:r>
                <w:r>
                  <w:rPr>
                    <w:rFonts w:ascii="Fira Sans" w:hAnsi="Fira Sans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hAnsi="Fira Sans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hAnsi="Fira Sans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hAnsi="Fira Sans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hAnsi="Fira Sans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hAnsi="Fira Sans"/>
                    <w:b/>
                    <w:bCs/>
                    <w:color w:val="000000" w:themeColor="text1"/>
                  </w:rPr>
                  <w:fldChar w:fldCharType="end"/>
                </w:r>
              </w:p>
              <w:bookmarkEnd w:id="2" w:displacedByCustomXml="next"/>
            </w:sdtContent>
          </w:sdt>
        </w:tc>
      </w:tr>
      <w:tr w:rsidR="0BB3E91E" w:rsidRPr="00A03E79" w14:paraId="53E9A56C" w14:textId="77777777" w:rsidTr="00366834">
        <w:trPr>
          <w:trHeight w:val="300"/>
        </w:trPr>
        <w:tc>
          <w:tcPr>
            <w:tcW w:w="5000" w:type="pct"/>
            <w:gridSpan w:val="2"/>
            <w:vAlign w:val="center"/>
          </w:tcPr>
          <w:p w14:paraId="4110EA6A" w14:textId="4DA9053D" w:rsidR="20441201" w:rsidRPr="008E3721" w:rsidRDefault="00597211" w:rsidP="00B570E0">
            <w:pPr>
              <w:pStyle w:val="Textoindependiente"/>
              <w:numPr>
                <w:ilvl w:val="1"/>
                <w:numId w:val="3"/>
              </w:numPr>
              <w:jc w:val="both"/>
              <w:rPr>
                <w:rFonts w:ascii="Fira Sans" w:hAnsi="Fira Sans"/>
                <w:color w:val="4FA0CA"/>
                <w:sz w:val="16"/>
                <w:szCs w:val="16"/>
              </w:rPr>
            </w:pPr>
            <w:r w:rsidRPr="008E3721">
              <w:rPr>
                <w:rFonts w:ascii="Fira Sans" w:eastAsia="Arial" w:hAnsi="Fira Sans" w:cs="Arial"/>
                <w:color w:val="000000" w:themeColor="text1"/>
              </w:rPr>
              <w:t>Resumen de</w:t>
            </w:r>
            <w:r w:rsidR="0026134A">
              <w:rPr>
                <w:rFonts w:ascii="Fira Sans" w:eastAsia="Arial" w:hAnsi="Fira Sans" w:cs="Arial"/>
                <w:color w:val="000000" w:themeColor="text1"/>
              </w:rPr>
              <w:t xml:space="preserve"> </w:t>
            </w:r>
            <w:r w:rsidRPr="008E3721">
              <w:rPr>
                <w:rFonts w:ascii="Fira Sans" w:eastAsia="Arial" w:hAnsi="Fira Sans" w:cs="Arial"/>
                <w:color w:val="000000" w:themeColor="text1"/>
              </w:rPr>
              <w:t>l</w:t>
            </w:r>
            <w:r w:rsidR="0026134A">
              <w:rPr>
                <w:rFonts w:ascii="Fira Sans" w:eastAsia="Arial" w:hAnsi="Fira Sans" w:cs="Arial"/>
                <w:color w:val="000000" w:themeColor="text1"/>
              </w:rPr>
              <w:t>a</w:t>
            </w:r>
            <w:r w:rsidRPr="008E3721">
              <w:rPr>
                <w:rFonts w:ascii="Fira Sans" w:eastAsia="Arial" w:hAnsi="Fira Sans" w:cs="Arial"/>
                <w:color w:val="000000" w:themeColor="text1"/>
              </w:rPr>
              <w:t xml:space="preserve"> </w:t>
            </w:r>
            <w:r w:rsidR="0026134A">
              <w:rPr>
                <w:rFonts w:ascii="Fira Sans" w:eastAsia="Arial" w:hAnsi="Fira Sans" w:cs="Arial"/>
                <w:color w:val="000000" w:themeColor="text1"/>
              </w:rPr>
              <w:t xml:space="preserve">solución </w:t>
            </w:r>
            <w:r w:rsidRPr="008E3721">
              <w:rPr>
                <w:rFonts w:ascii="Fira Sans" w:eastAsia="Arial" w:hAnsi="Fira Sans" w:cs="Arial"/>
                <w:color w:val="000000" w:themeColor="text1"/>
              </w:rPr>
              <w:t>(máximo 250 palabras).</w:t>
            </w:r>
          </w:p>
        </w:tc>
      </w:tr>
      <w:tr w:rsidR="00597211" w:rsidRPr="00A03E79" w14:paraId="071B02FD" w14:textId="77777777" w:rsidTr="00366834">
        <w:trPr>
          <w:trHeight w:val="300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25214849" w14:textId="77777777" w:rsidR="00597211" w:rsidRDefault="00597211" w:rsidP="00597211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  <w:color w:val="000000" w:themeColor="text1"/>
              </w:rPr>
            </w:pPr>
          </w:p>
          <w:sdt>
            <w:sdtPr>
              <w:rPr>
                <w:rFonts w:ascii="Fira Sans" w:eastAsia="Arial" w:hAnsi="Fira Sans" w:cs="Arial"/>
                <w:b/>
                <w:bCs/>
                <w:color w:val="000000" w:themeColor="text1"/>
              </w:rPr>
              <w:id w:val="1719493"/>
              <w:placeholder>
                <w:docPart w:val="DefaultPlaceholder_-1854013440"/>
              </w:placeholder>
            </w:sdtPr>
            <w:sdtContent>
              <w:p w14:paraId="6BBCA853" w14:textId="66059AB8" w:rsidR="00597211" w:rsidRDefault="00B40471" w:rsidP="00597211">
                <w:pPr>
                  <w:pStyle w:val="Textoindependiente"/>
                  <w:ind w:left="0"/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</w:pPr>
                <w:r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  <w:fldChar w:fldCharType="begin">
                    <w:ffData>
                      <w:name w:val="Texto1"/>
                      <w:enabled/>
                      <w:calcOnExit w:val="0"/>
                      <w:textInput/>
                    </w:ffData>
                  </w:fldChar>
                </w:r>
                <w:bookmarkStart w:id="3" w:name="Texto1"/>
                <w:r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  <w:instrText xml:space="preserve"> FORMTEXT </w:instrText>
                </w:r>
                <w:r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</w:r>
                <w:r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  <w:fldChar w:fldCharType="separate"/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  <w:fldChar w:fldCharType="end"/>
                </w:r>
              </w:p>
              <w:bookmarkEnd w:id="3" w:displacedByCustomXml="next"/>
            </w:sdtContent>
          </w:sdt>
          <w:p w14:paraId="6F400253" w14:textId="77777777" w:rsidR="00597211" w:rsidRDefault="00597211" w:rsidP="00597211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  <w:color w:val="000000" w:themeColor="text1"/>
              </w:rPr>
            </w:pPr>
          </w:p>
          <w:p w14:paraId="52495BAA" w14:textId="77777777" w:rsidR="00597211" w:rsidRDefault="00597211" w:rsidP="00597211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  <w:color w:val="000000" w:themeColor="text1"/>
              </w:rPr>
            </w:pPr>
          </w:p>
          <w:p w14:paraId="67CB8E32" w14:textId="77777777" w:rsidR="00597211" w:rsidRDefault="00597211" w:rsidP="00597211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  <w:color w:val="000000" w:themeColor="text1"/>
              </w:rPr>
            </w:pPr>
          </w:p>
        </w:tc>
      </w:tr>
      <w:tr w:rsidR="00D311EC" w:rsidRPr="00A03E79" w14:paraId="0FBCBC97" w14:textId="77777777" w:rsidTr="00366834">
        <w:trPr>
          <w:trHeight w:val="300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5B921F04" w14:textId="07060DF5" w:rsidR="00D311EC" w:rsidRDefault="00D311EC" w:rsidP="00D311EC">
            <w:pPr>
              <w:pStyle w:val="Textoindependiente"/>
              <w:spacing w:before="1"/>
              <w:ind w:left="2"/>
              <w:jc w:val="center"/>
              <w:rPr>
                <w:rFonts w:ascii="Fira Sans" w:eastAsia="Arial" w:hAnsi="Fira Sans" w:cs="Arial"/>
                <w:b/>
                <w:bCs/>
                <w:color w:val="000000" w:themeColor="text1"/>
              </w:rPr>
            </w:pPr>
            <w:r w:rsidRPr="007F5A01">
              <w:rPr>
                <w:rFonts w:ascii="Fira Sans" w:hAnsi="Fira Sans"/>
                <w:b/>
                <w:bCs/>
              </w:rPr>
              <w:t xml:space="preserve">SECCIÓN </w:t>
            </w:r>
            <w:r>
              <w:rPr>
                <w:rFonts w:ascii="Fira Sans" w:hAnsi="Fira Sans"/>
                <w:b/>
                <w:bCs/>
              </w:rPr>
              <w:t>2</w:t>
            </w:r>
            <w:r w:rsidRPr="007F5A01">
              <w:rPr>
                <w:rFonts w:ascii="Fira Sans" w:hAnsi="Fira Sans"/>
                <w:b/>
                <w:bCs/>
              </w:rPr>
              <w:t>. D</w:t>
            </w:r>
            <w:r>
              <w:rPr>
                <w:rFonts w:ascii="Fira Sans" w:hAnsi="Fira Sans"/>
                <w:b/>
                <w:bCs/>
              </w:rPr>
              <w:t>ESARROLLO DE CONTENIDOS</w:t>
            </w:r>
          </w:p>
        </w:tc>
      </w:tr>
      <w:tr w:rsidR="00597211" w:rsidRPr="00A03E79" w14:paraId="052B2868" w14:textId="77777777" w:rsidTr="00366834">
        <w:trPr>
          <w:trHeight w:val="300"/>
        </w:trPr>
        <w:tc>
          <w:tcPr>
            <w:tcW w:w="5000" w:type="pct"/>
            <w:gridSpan w:val="2"/>
            <w:vAlign w:val="center"/>
          </w:tcPr>
          <w:p w14:paraId="230D6CA6" w14:textId="53F38A6B" w:rsidR="00597211" w:rsidRPr="008E3721" w:rsidRDefault="00162958" w:rsidP="00B570E0">
            <w:pPr>
              <w:pStyle w:val="Textoindependiente"/>
              <w:numPr>
                <w:ilvl w:val="1"/>
                <w:numId w:val="3"/>
              </w:numPr>
              <w:jc w:val="both"/>
              <w:rPr>
                <w:rFonts w:ascii="Fira Sans" w:eastAsia="Arial" w:hAnsi="Fira Sans" w:cs="Arial"/>
              </w:rPr>
            </w:pPr>
            <w:r>
              <w:rPr>
                <w:rFonts w:ascii="Fira Sans" w:eastAsia="Arial" w:hAnsi="Fira Sans" w:cs="Arial"/>
                <w:color w:val="000000" w:themeColor="text1"/>
              </w:rPr>
              <w:t>Justifique</w:t>
            </w:r>
            <w:r w:rsidR="00597211" w:rsidRPr="008E3721">
              <w:rPr>
                <w:rFonts w:ascii="Fira Sans" w:eastAsia="Arial" w:hAnsi="Fira Sans" w:cs="Arial"/>
                <w:color w:val="000000" w:themeColor="text1"/>
              </w:rPr>
              <w:t xml:space="preserve"> brevemente (máximo 250 palabras) </w:t>
            </w:r>
            <w:r w:rsidR="00951255">
              <w:rPr>
                <w:rFonts w:ascii="Fira Sans" w:eastAsia="Arial" w:hAnsi="Fira Sans" w:cs="Arial"/>
                <w:color w:val="000000" w:themeColor="text1"/>
              </w:rPr>
              <w:t xml:space="preserve">el origen de la solución </w:t>
            </w:r>
            <w:r w:rsidR="00597211" w:rsidRPr="008E3721">
              <w:rPr>
                <w:rFonts w:ascii="Fira Sans" w:eastAsia="Arial" w:hAnsi="Fira Sans" w:cs="Arial"/>
                <w:color w:val="000000" w:themeColor="text1"/>
              </w:rPr>
              <w:t xml:space="preserve">y su relación con </w:t>
            </w:r>
            <w:r w:rsidR="00A956B1">
              <w:rPr>
                <w:rFonts w:ascii="Fira Sans" w:eastAsia="Arial" w:hAnsi="Fira Sans" w:cs="Arial"/>
                <w:color w:val="000000" w:themeColor="text1"/>
              </w:rPr>
              <w:t>el reto</w:t>
            </w:r>
            <w:r w:rsidR="00597211" w:rsidRPr="008E3721">
              <w:rPr>
                <w:rFonts w:ascii="Fira Sans" w:eastAsia="Arial" w:hAnsi="Fira Sans" w:cs="Arial"/>
                <w:color w:val="000000" w:themeColor="text1"/>
              </w:rPr>
              <w:t xml:space="preserve"> seleccionad</w:t>
            </w:r>
            <w:r w:rsidR="00A956B1">
              <w:rPr>
                <w:rFonts w:ascii="Fira Sans" w:eastAsia="Arial" w:hAnsi="Fira Sans" w:cs="Arial"/>
                <w:color w:val="000000" w:themeColor="text1"/>
              </w:rPr>
              <w:t>o</w:t>
            </w:r>
            <w:r w:rsidR="00597211" w:rsidRPr="008E3721">
              <w:rPr>
                <w:rFonts w:ascii="Fira Sans" w:eastAsia="Arial" w:hAnsi="Fira Sans" w:cs="Arial"/>
                <w:color w:val="000000" w:themeColor="text1"/>
              </w:rPr>
              <w:t>.</w:t>
            </w:r>
          </w:p>
          <w:p w14:paraId="185EBAA6" w14:textId="3A50CF74" w:rsidR="00597211" w:rsidRDefault="00597211" w:rsidP="00B570E0">
            <w:pPr>
              <w:pStyle w:val="Textoindependiente"/>
              <w:ind w:left="0"/>
              <w:jc w:val="both"/>
              <w:rPr>
                <w:rFonts w:ascii="Fira Sans" w:eastAsia="Arial" w:hAnsi="Fira Sans" w:cs="Arial"/>
                <w:b/>
                <w:bCs/>
                <w:color w:val="000000" w:themeColor="text1"/>
              </w:rPr>
            </w:pPr>
            <w:r w:rsidRPr="00D21728">
              <w:rPr>
                <w:rFonts w:ascii="Fira Sans" w:hAnsi="Fira Sans"/>
                <w:color w:val="4FA0CA"/>
                <w:sz w:val="16"/>
                <w:szCs w:val="16"/>
              </w:rPr>
              <w:t>Incluir en la explicació</w:t>
            </w:r>
            <w:r w:rsidR="00A956B1">
              <w:rPr>
                <w:rFonts w:ascii="Fira Sans" w:hAnsi="Fira Sans"/>
                <w:color w:val="4FA0CA"/>
                <w:sz w:val="16"/>
                <w:szCs w:val="16"/>
              </w:rPr>
              <w:t>n,</w:t>
            </w:r>
            <w:r w:rsidRPr="00D21728">
              <w:rPr>
                <w:rFonts w:ascii="Fira Sans" w:hAnsi="Fira Sans"/>
                <w:color w:val="4FA0CA"/>
                <w:sz w:val="16"/>
                <w:szCs w:val="16"/>
              </w:rPr>
              <w:t xml:space="preserve"> afirmación, enfoque, variables, población, alcance, relación con</w:t>
            </w:r>
            <w:r w:rsidR="00A956B1">
              <w:rPr>
                <w:rFonts w:ascii="Fira Sans" w:hAnsi="Fira Sans"/>
                <w:color w:val="4FA0CA"/>
                <w:sz w:val="16"/>
                <w:szCs w:val="16"/>
              </w:rPr>
              <w:t xml:space="preserve"> el reto</w:t>
            </w:r>
            <w:r w:rsidRPr="00D21728">
              <w:rPr>
                <w:rFonts w:ascii="Fira Sans" w:hAnsi="Fira Sans"/>
                <w:color w:val="4FA0CA"/>
                <w:sz w:val="16"/>
                <w:szCs w:val="16"/>
              </w:rPr>
              <w:t>.</w:t>
            </w:r>
          </w:p>
        </w:tc>
      </w:tr>
      <w:tr w:rsidR="00597211" w:rsidRPr="00A03E79" w14:paraId="55EF6265" w14:textId="77777777" w:rsidTr="00366834">
        <w:trPr>
          <w:trHeight w:val="300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6D9A4132" w14:textId="77777777" w:rsidR="00597211" w:rsidRDefault="00597211" w:rsidP="00597211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  <w:color w:val="000000" w:themeColor="text1"/>
              </w:rPr>
            </w:pPr>
          </w:p>
          <w:sdt>
            <w:sdtPr>
              <w:rPr>
                <w:rFonts w:ascii="Fira Sans" w:eastAsia="Arial" w:hAnsi="Fira Sans" w:cs="Arial"/>
                <w:b/>
                <w:bCs/>
                <w:color w:val="000000" w:themeColor="text1"/>
              </w:rPr>
              <w:id w:val="1995375389"/>
              <w:placeholder>
                <w:docPart w:val="DefaultPlaceholder_-1854013440"/>
              </w:placeholder>
            </w:sdtPr>
            <w:sdtContent>
              <w:p w14:paraId="69526E60" w14:textId="4F098674" w:rsidR="00597211" w:rsidRDefault="00B40471" w:rsidP="00597211">
                <w:pPr>
                  <w:pStyle w:val="Textoindependiente"/>
                  <w:ind w:left="0"/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</w:pPr>
                <w:r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bookmarkStart w:id="4" w:name="Texto2"/>
                <w:r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  <w:instrText xml:space="preserve"> FORMTEXT </w:instrText>
                </w:r>
                <w:r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</w:r>
                <w:r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  <w:fldChar w:fldCharType="separate"/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  <w:fldChar w:fldCharType="end"/>
                </w:r>
              </w:p>
              <w:bookmarkEnd w:id="4" w:displacedByCustomXml="next"/>
            </w:sdtContent>
          </w:sdt>
          <w:p w14:paraId="164B652C" w14:textId="77777777" w:rsidR="00597211" w:rsidRDefault="00597211" w:rsidP="00597211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  <w:color w:val="000000" w:themeColor="text1"/>
              </w:rPr>
            </w:pPr>
          </w:p>
          <w:p w14:paraId="52B5BBAB" w14:textId="77777777" w:rsidR="00597211" w:rsidRDefault="00597211" w:rsidP="00597211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  <w:color w:val="000000" w:themeColor="text1"/>
              </w:rPr>
            </w:pPr>
          </w:p>
          <w:p w14:paraId="0072FA0D" w14:textId="77777777" w:rsidR="00597211" w:rsidRDefault="00597211" w:rsidP="00597211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  <w:color w:val="000000" w:themeColor="text1"/>
              </w:rPr>
            </w:pPr>
          </w:p>
        </w:tc>
      </w:tr>
      <w:tr w:rsidR="0BB3E91E" w:rsidRPr="00A03E79" w14:paraId="0CE46268" w14:textId="77777777" w:rsidTr="00366834">
        <w:trPr>
          <w:trHeight w:val="300"/>
        </w:trPr>
        <w:tc>
          <w:tcPr>
            <w:tcW w:w="5000" w:type="pct"/>
            <w:gridSpan w:val="2"/>
            <w:vAlign w:val="center"/>
          </w:tcPr>
          <w:p w14:paraId="3486A5B0" w14:textId="17C82C79" w:rsidR="00EB25A7" w:rsidRPr="008E3721" w:rsidRDefault="00E23A26" w:rsidP="00B570E0">
            <w:pPr>
              <w:pStyle w:val="Textoindependiente"/>
              <w:numPr>
                <w:ilvl w:val="1"/>
                <w:numId w:val="3"/>
              </w:numPr>
              <w:jc w:val="both"/>
              <w:rPr>
                <w:rFonts w:ascii="Fira Sans" w:eastAsia="Arial" w:hAnsi="Fira Sans" w:cs="Arial"/>
              </w:rPr>
            </w:pPr>
            <w:r w:rsidRPr="008E3721">
              <w:rPr>
                <w:rFonts w:ascii="Fira Sans" w:eastAsia="Arial" w:hAnsi="Fira Sans" w:cs="Arial"/>
                <w:color w:val="000000" w:themeColor="text1"/>
              </w:rPr>
              <w:t xml:space="preserve">Explique brevemente (máximo 500 palabras) </w:t>
            </w:r>
            <w:r w:rsidR="00BD08CA" w:rsidRPr="008E3721">
              <w:rPr>
                <w:rFonts w:ascii="Fira Sans" w:eastAsia="Arial" w:hAnsi="Fira Sans" w:cs="Arial"/>
              </w:rPr>
              <w:t>los aportes técnicos y científicos de</w:t>
            </w:r>
            <w:r w:rsidR="00972FAB">
              <w:rPr>
                <w:rFonts w:ascii="Fira Sans" w:eastAsia="Arial" w:hAnsi="Fira Sans" w:cs="Arial"/>
              </w:rPr>
              <w:t xml:space="preserve"> la solución </w:t>
            </w:r>
            <w:r w:rsidR="0018109D" w:rsidRPr="008E3721">
              <w:rPr>
                <w:rFonts w:ascii="Fira Sans" w:eastAsia="Arial" w:hAnsi="Fira Sans" w:cs="Arial"/>
              </w:rPr>
              <w:t xml:space="preserve">en relación con </w:t>
            </w:r>
            <w:r w:rsidR="00972FAB">
              <w:rPr>
                <w:rFonts w:ascii="Fira Sans" w:eastAsia="Arial" w:hAnsi="Fira Sans" w:cs="Arial"/>
              </w:rPr>
              <w:t xml:space="preserve">el reto </w:t>
            </w:r>
            <w:r w:rsidR="0018109D" w:rsidRPr="008E3721">
              <w:rPr>
                <w:rFonts w:ascii="Fira Sans" w:eastAsia="Arial" w:hAnsi="Fira Sans" w:cs="Arial"/>
              </w:rPr>
              <w:t>seleccionad</w:t>
            </w:r>
            <w:r w:rsidR="00972FAB">
              <w:rPr>
                <w:rFonts w:ascii="Fira Sans" w:eastAsia="Arial" w:hAnsi="Fira Sans" w:cs="Arial"/>
              </w:rPr>
              <w:t>o</w:t>
            </w:r>
            <w:r w:rsidR="0018109D" w:rsidRPr="008E3721">
              <w:rPr>
                <w:rFonts w:ascii="Fira Sans" w:eastAsia="Arial" w:hAnsi="Fira Sans" w:cs="Arial"/>
              </w:rPr>
              <w:t xml:space="preserve">. </w:t>
            </w:r>
          </w:p>
          <w:p w14:paraId="287179FF" w14:textId="06804A59" w:rsidR="00EB25A7" w:rsidRPr="00597211" w:rsidRDefault="00EB25A7" w:rsidP="00B570E0">
            <w:pPr>
              <w:pStyle w:val="Textoindependiente"/>
              <w:ind w:left="0"/>
              <w:jc w:val="both"/>
              <w:rPr>
                <w:rFonts w:ascii="Fira Sans" w:hAnsi="Fira Sans"/>
                <w:color w:val="4FA0CA"/>
                <w:sz w:val="16"/>
                <w:szCs w:val="16"/>
              </w:rPr>
            </w:pPr>
            <w:r w:rsidRPr="00597211">
              <w:rPr>
                <w:rFonts w:ascii="Fira Sans" w:hAnsi="Fira Sans"/>
                <w:color w:val="4FA0CA"/>
                <w:sz w:val="16"/>
                <w:szCs w:val="16"/>
              </w:rPr>
              <w:t>Aspectos como: m</w:t>
            </w:r>
            <w:r w:rsidRPr="00EB25A7">
              <w:rPr>
                <w:rFonts w:ascii="Fira Sans" w:hAnsi="Fira Sans"/>
                <w:color w:val="4FA0CA"/>
                <w:sz w:val="16"/>
                <w:szCs w:val="16"/>
              </w:rPr>
              <w:t>etodología empleada (modelo, simulación, análisis, prueba piloto, etc.)</w:t>
            </w:r>
            <w:r>
              <w:rPr>
                <w:rFonts w:ascii="Fira Sans" w:hAnsi="Fira Sans"/>
                <w:color w:val="4FA0CA"/>
                <w:sz w:val="16"/>
                <w:szCs w:val="16"/>
              </w:rPr>
              <w:t>, ampliación de</w:t>
            </w:r>
            <w:r w:rsidR="00AB0495">
              <w:rPr>
                <w:rFonts w:ascii="Fira Sans" w:hAnsi="Fira Sans"/>
                <w:color w:val="4FA0CA"/>
                <w:sz w:val="16"/>
                <w:szCs w:val="16"/>
              </w:rPr>
              <w:t xml:space="preserve"> la diferenciación pl</w:t>
            </w:r>
            <w:r w:rsidR="000125F4">
              <w:rPr>
                <w:rFonts w:ascii="Fira Sans" w:hAnsi="Fira Sans"/>
                <w:color w:val="4FA0CA"/>
                <w:sz w:val="16"/>
                <w:szCs w:val="16"/>
              </w:rPr>
              <w:t xml:space="preserve">anteada en el </w:t>
            </w:r>
            <w:r>
              <w:rPr>
                <w:rFonts w:ascii="Fira Sans" w:hAnsi="Fira Sans"/>
                <w:color w:val="4FA0CA"/>
                <w:sz w:val="16"/>
                <w:szCs w:val="16"/>
              </w:rPr>
              <w:t>formulario de ser necesario, p</w:t>
            </w:r>
            <w:r w:rsidRPr="00EB25A7">
              <w:rPr>
                <w:rFonts w:ascii="Fira Sans" w:hAnsi="Fira Sans"/>
                <w:color w:val="4FA0CA"/>
                <w:sz w:val="16"/>
                <w:szCs w:val="16"/>
              </w:rPr>
              <w:t>otencial de publicación, aplicación o patentabilidad</w:t>
            </w:r>
            <w:r>
              <w:rPr>
                <w:rFonts w:ascii="Fira Sans" w:hAnsi="Fira Sans"/>
                <w:color w:val="4FA0CA"/>
                <w:sz w:val="16"/>
                <w:szCs w:val="16"/>
              </w:rPr>
              <w:t>.</w:t>
            </w:r>
          </w:p>
        </w:tc>
      </w:tr>
      <w:tr w:rsidR="00597211" w:rsidRPr="00A03E79" w14:paraId="31EF6566" w14:textId="77777777" w:rsidTr="00366834">
        <w:trPr>
          <w:trHeight w:val="300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158D03C6" w14:textId="77777777" w:rsidR="00597211" w:rsidRDefault="00597211" w:rsidP="00597211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  <w:color w:val="000000" w:themeColor="text1"/>
              </w:rPr>
            </w:pPr>
          </w:p>
          <w:sdt>
            <w:sdtPr>
              <w:rPr>
                <w:rFonts w:ascii="Fira Sans" w:eastAsia="Arial" w:hAnsi="Fira Sans" w:cs="Arial"/>
                <w:b/>
                <w:bCs/>
                <w:color w:val="000000" w:themeColor="text1"/>
              </w:rPr>
              <w:id w:val="-1031345891"/>
              <w:placeholder>
                <w:docPart w:val="DefaultPlaceholder_-1854013440"/>
              </w:placeholder>
            </w:sdtPr>
            <w:sdtContent>
              <w:p w14:paraId="0735E935" w14:textId="6553F74F" w:rsidR="00597211" w:rsidRDefault="00B40471" w:rsidP="00597211">
                <w:pPr>
                  <w:pStyle w:val="Textoindependiente"/>
                  <w:ind w:left="0"/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</w:pPr>
                <w:r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  <w:fldChar w:fldCharType="begin">
                    <w:ffData>
                      <w:name w:val="Texto3"/>
                      <w:enabled/>
                      <w:calcOnExit w:val="0"/>
                      <w:textInput/>
                    </w:ffData>
                  </w:fldChar>
                </w:r>
                <w:bookmarkStart w:id="5" w:name="Texto3"/>
                <w:r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  <w:instrText xml:space="preserve"> FORMTEXT </w:instrText>
                </w:r>
                <w:r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</w:r>
                <w:r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  <w:fldChar w:fldCharType="separate"/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  <w:fldChar w:fldCharType="end"/>
                </w:r>
              </w:p>
              <w:bookmarkEnd w:id="5" w:displacedByCustomXml="next"/>
            </w:sdtContent>
          </w:sdt>
          <w:p w14:paraId="4FF1B5C0" w14:textId="77777777" w:rsidR="00597211" w:rsidRDefault="00597211" w:rsidP="00597211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  <w:color w:val="000000" w:themeColor="text1"/>
              </w:rPr>
            </w:pPr>
          </w:p>
          <w:p w14:paraId="6AF65EFF" w14:textId="77777777" w:rsidR="00597211" w:rsidRDefault="00597211" w:rsidP="00597211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  <w:color w:val="000000" w:themeColor="text1"/>
              </w:rPr>
            </w:pPr>
          </w:p>
          <w:p w14:paraId="3E3FD587" w14:textId="77777777" w:rsidR="00597211" w:rsidRDefault="00597211" w:rsidP="00597211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  <w:color w:val="000000" w:themeColor="text1"/>
              </w:rPr>
            </w:pPr>
          </w:p>
        </w:tc>
      </w:tr>
      <w:tr w:rsidR="000742D3" w:rsidRPr="00A03E79" w14:paraId="5F93E4B1" w14:textId="77777777" w:rsidTr="00366834">
        <w:trPr>
          <w:trHeight w:val="300"/>
        </w:trPr>
        <w:tc>
          <w:tcPr>
            <w:tcW w:w="5000" w:type="pct"/>
            <w:gridSpan w:val="2"/>
            <w:vAlign w:val="center"/>
          </w:tcPr>
          <w:p w14:paraId="3F37ED35" w14:textId="796B2861" w:rsidR="000742D3" w:rsidRDefault="000742D3" w:rsidP="000742D3">
            <w:pPr>
              <w:pStyle w:val="Textoindependiente"/>
              <w:ind w:left="0"/>
              <w:jc w:val="center"/>
              <w:rPr>
                <w:rFonts w:ascii="Fira Sans" w:eastAsia="Arial" w:hAnsi="Fira Sans" w:cs="Arial"/>
                <w:b/>
                <w:bCs/>
              </w:rPr>
            </w:pPr>
            <w:r w:rsidRPr="007F5A01">
              <w:rPr>
                <w:rFonts w:ascii="Fira Sans" w:hAnsi="Fira Sans"/>
                <w:b/>
                <w:bCs/>
              </w:rPr>
              <w:t xml:space="preserve">SECCIÓN </w:t>
            </w:r>
            <w:r>
              <w:rPr>
                <w:rFonts w:ascii="Fira Sans" w:hAnsi="Fira Sans"/>
                <w:b/>
                <w:bCs/>
              </w:rPr>
              <w:t>3</w:t>
            </w:r>
            <w:r w:rsidRPr="007F5A01">
              <w:rPr>
                <w:rFonts w:ascii="Fira Sans" w:hAnsi="Fira Sans"/>
                <w:b/>
                <w:bCs/>
              </w:rPr>
              <w:t xml:space="preserve">. </w:t>
            </w:r>
            <w:r>
              <w:rPr>
                <w:rFonts w:ascii="Fira Sans" w:hAnsi="Fira Sans"/>
                <w:b/>
                <w:bCs/>
              </w:rPr>
              <w:t>IMPACTO E INFORMACIÓN ADICIONAL</w:t>
            </w:r>
          </w:p>
        </w:tc>
      </w:tr>
      <w:tr w:rsidR="009269B1" w:rsidRPr="00A03E79" w14:paraId="74E1C73E" w14:textId="77777777" w:rsidTr="00366834">
        <w:trPr>
          <w:trHeight w:val="300"/>
        </w:trPr>
        <w:tc>
          <w:tcPr>
            <w:tcW w:w="5000" w:type="pct"/>
            <w:gridSpan w:val="2"/>
            <w:vAlign w:val="center"/>
          </w:tcPr>
          <w:p w14:paraId="36F6D769" w14:textId="7EF546F4" w:rsidR="009269B1" w:rsidRPr="00A51479" w:rsidRDefault="009269B1" w:rsidP="00387D79">
            <w:pPr>
              <w:pStyle w:val="Textoindependiente"/>
              <w:numPr>
                <w:ilvl w:val="1"/>
                <w:numId w:val="3"/>
              </w:numPr>
              <w:ind w:left="457" w:hanging="425"/>
              <w:jc w:val="both"/>
              <w:rPr>
                <w:rFonts w:ascii="Fira Sans" w:eastAsia="Arial" w:hAnsi="Fira Sans" w:cs="Arial"/>
              </w:rPr>
            </w:pPr>
            <w:r w:rsidRPr="00A51479">
              <w:rPr>
                <w:rFonts w:ascii="Fira Sans" w:eastAsia="Arial" w:hAnsi="Fira Sans" w:cs="Arial"/>
              </w:rPr>
              <w:t xml:space="preserve">Indique y de una breve explicación </w:t>
            </w:r>
            <w:r w:rsidRPr="00A51479">
              <w:rPr>
                <w:rFonts w:ascii="Fira Sans" w:eastAsia="Arial" w:hAnsi="Fira Sans" w:cs="Arial"/>
                <w:color w:val="000000" w:themeColor="text1"/>
              </w:rPr>
              <w:t xml:space="preserve">(máximo 250 palabras) </w:t>
            </w:r>
            <w:r w:rsidRPr="00A51479">
              <w:rPr>
                <w:rFonts w:ascii="Fira Sans" w:eastAsia="Arial" w:hAnsi="Fira Sans" w:cs="Arial"/>
              </w:rPr>
              <w:t xml:space="preserve">sobre si </w:t>
            </w:r>
            <w:r w:rsidR="000D102E">
              <w:rPr>
                <w:rFonts w:ascii="Fira Sans" w:eastAsia="Arial" w:hAnsi="Fira Sans" w:cs="Arial"/>
              </w:rPr>
              <w:t>la</w:t>
            </w:r>
            <w:r w:rsidRPr="00A51479">
              <w:rPr>
                <w:rFonts w:ascii="Fira Sans" w:eastAsia="Arial" w:hAnsi="Fira Sans" w:cs="Arial"/>
              </w:rPr>
              <w:t xml:space="preserve"> </w:t>
            </w:r>
            <w:r w:rsidR="000D102E">
              <w:rPr>
                <w:rFonts w:ascii="Fira Sans" w:eastAsia="Arial" w:hAnsi="Fira Sans" w:cs="Arial"/>
              </w:rPr>
              <w:t xml:space="preserve">solución popuesta </w:t>
            </w:r>
            <w:r w:rsidRPr="00A51479">
              <w:rPr>
                <w:rFonts w:ascii="Fira Sans" w:eastAsia="Arial" w:hAnsi="Fira Sans" w:cs="Arial"/>
              </w:rPr>
              <w:t xml:space="preserve">se </w:t>
            </w:r>
            <w:r w:rsidR="000D102E">
              <w:rPr>
                <w:rFonts w:ascii="Fira Sans" w:eastAsia="Arial" w:hAnsi="Fira Sans" w:cs="Arial"/>
              </w:rPr>
              <w:lastRenderedPageBreak/>
              <w:t xml:space="preserve">ha </w:t>
            </w:r>
            <w:r w:rsidRPr="00A51479">
              <w:rPr>
                <w:rFonts w:ascii="Fira Sans" w:eastAsia="Arial" w:hAnsi="Fira Sans" w:cs="Arial"/>
              </w:rPr>
              <w:t>desarroll</w:t>
            </w:r>
            <w:r w:rsidR="000D102E">
              <w:rPr>
                <w:rFonts w:ascii="Fira Sans" w:eastAsia="Arial" w:hAnsi="Fira Sans" w:cs="Arial"/>
              </w:rPr>
              <w:t xml:space="preserve">ado </w:t>
            </w:r>
            <w:r w:rsidRPr="00A51479">
              <w:rPr>
                <w:rFonts w:ascii="Fira Sans" w:eastAsia="Arial" w:hAnsi="Fira Sans" w:cs="Arial"/>
              </w:rPr>
              <w:t>en articulación con comunidades, empresas o entidades públicas.</w:t>
            </w:r>
          </w:p>
          <w:p w14:paraId="0B37C088" w14:textId="04D371C6" w:rsidR="009269B1" w:rsidRPr="007F5A01" w:rsidRDefault="009269B1" w:rsidP="009269B1">
            <w:pPr>
              <w:pStyle w:val="Textoindependiente"/>
              <w:ind w:left="0"/>
              <w:jc w:val="both"/>
              <w:rPr>
                <w:rFonts w:ascii="Fira Sans" w:hAnsi="Fira Sans"/>
                <w:b/>
                <w:bCs/>
              </w:rPr>
            </w:pPr>
            <w:r w:rsidRPr="00597211">
              <w:rPr>
                <w:rFonts w:ascii="Fira Sans" w:hAnsi="Fira Sans"/>
                <w:color w:val="4FA0CA"/>
                <w:sz w:val="16"/>
                <w:szCs w:val="16"/>
              </w:rPr>
              <w:t>Aspectos como:</w:t>
            </w:r>
            <w:r>
              <w:rPr>
                <w:rFonts w:ascii="Fira Sans" w:hAnsi="Fira Sans"/>
                <w:color w:val="4FA0CA"/>
                <w:sz w:val="16"/>
                <w:szCs w:val="16"/>
              </w:rPr>
              <w:t xml:space="preserve"> la comunidad, la empresa o entidad, el cómo y el valor que esto representa en el marco de</w:t>
            </w:r>
            <w:r w:rsidR="000D102E">
              <w:rPr>
                <w:rFonts w:ascii="Fira Sans" w:hAnsi="Fira Sans"/>
                <w:color w:val="4FA0CA"/>
                <w:sz w:val="16"/>
                <w:szCs w:val="16"/>
              </w:rPr>
              <w:t xml:space="preserve">l reto </w:t>
            </w:r>
            <w:r>
              <w:rPr>
                <w:rFonts w:ascii="Fira Sans" w:hAnsi="Fira Sans"/>
                <w:color w:val="4FA0CA"/>
                <w:sz w:val="16"/>
                <w:szCs w:val="16"/>
              </w:rPr>
              <w:t>seleccionad</w:t>
            </w:r>
            <w:r w:rsidR="000D102E">
              <w:rPr>
                <w:rFonts w:ascii="Fira Sans" w:hAnsi="Fira Sans"/>
                <w:color w:val="4FA0CA"/>
                <w:sz w:val="16"/>
                <w:szCs w:val="16"/>
              </w:rPr>
              <w:t>o</w:t>
            </w:r>
            <w:r>
              <w:rPr>
                <w:rFonts w:ascii="Fira Sans" w:hAnsi="Fira Sans"/>
                <w:color w:val="4FA0CA"/>
                <w:sz w:val="16"/>
                <w:szCs w:val="16"/>
              </w:rPr>
              <w:t>.</w:t>
            </w:r>
          </w:p>
        </w:tc>
      </w:tr>
      <w:tr w:rsidR="009269B1" w:rsidRPr="00A03E79" w14:paraId="42EBEF1C" w14:textId="77777777" w:rsidTr="00366834">
        <w:trPr>
          <w:trHeight w:val="300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7E2B9D03" w14:textId="77777777" w:rsidR="009269B1" w:rsidRDefault="009269B1" w:rsidP="009269B1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</w:rPr>
            </w:pPr>
          </w:p>
          <w:sdt>
            <w:sdtPr>
              <w:rPr>
                <w:rFonts w:ascii="Fira Sans" w:eastAsia="Arial" w:hAnsi="Fira Sans" w:cs="Arial"/>
                <w:b/>
                <w:bCs/>
              </w:rPr>
              <w:id w:val="398171466"/>
              <w:placeholder>
                <w:docPart w:val="DefaultPlaceholder_-1854013440"/>
              </w:placeholder>
            </w:sdtPr>
            <w:sdtContent>
              <w:p w14:paraId="6A3372D9" w14:textId="5ECD7A66" w:rsidR="009269B1" w:rsidRDefault="00B40471" w:rsidP="009269B1">
                <w:pPr>
                  <w:pStyle w:val="Textoindependiente"/>
                  <w:ind w:left="0"/>
                  <w:rPr>
                    <w:rFonts w:ascii="Fira Sans" w:eastAsia="Arial" w:hAnsi="Fira Sans" w:cs="Arial"/>
                    <w:b/>
                    <w:bCs/>
                  </w:rPr>
                </w:pPr>
                <w:r>
                  <w:rPr>
                    <w:rFonts w:ascii="Fira Sans" w:eastAsia="Arial" w:hAnsi="Fira Sans" w:cs="Arial"/>
                    <w:b/>
                    <w:bCs/>
                  </w:rPr>
                  <w:fldChar w:fldCharType="begin">
                    <w:ffData>
                      <w:name w:val="Texto4"/>
                      <w:enabled/>
                      <w:calcOnExit w:val="0"/>
                      <w:textInput/>
                    </w:ffData>
                  </w:fldChar>
                </w:r>
                <w:bookmarkStart w:id="6" w:name="Texto4"/>
                <w:r>
                  <w:rPr>
                    <w:rFonts w:ascii="Fira Sans" w:eastAsia="Arial" w:hAnsi="Fira Sans" w:cs="Arial"/>
                    <w:b/>
                    <w:bCs/>
                  </w:rPr>
                  <w:instrText xml:space="preserve"> FORMTEXT </w:instrText>
                </w:r>
                <w:r>
                  <w:rPr>
                    <w:rFonts w:ascii="Fira Sans" w:eastAsia="Arial" w:hAnsi="Fira Sans" w:cs="Arial"/>
                    <w:b/>
                    <w:bCs/>
                  </w:rPr>
                </w:r>
                <w:r>
                  <w:rPr>
                    <w:rFonts w:ascii="Fira Sans" w:eastAsia="Arial" w:hAnsi="Fira Sans" w:cs="Arial"/>
                    <w:b/>
                    <w:bCs/>
                  </w:rPr>
                  <w:fldChar w:fldCharType="separate"/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</w:rPr>
                  <w:fldChar w:fldCharType="end"/>
                </w:r>
              </w:p>
              <w:bookmarkEnd w:id="6" w:displacedByCustomXml="next"/>
            </w:sdtContent>
          </w:sdt>
          <w:p w14:paraId="52C9EB49" w14:textId="77777777" w:rsidR="009269B1" w:rsidRDefault="009269B1" w:rsidP="009269B1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</w:rPr>
            </w:pPr>
          </w:p>
          <w:p w14:paraId="27544469" w14:textId="77777777" w:rsidR="009269B1" w:rsidRDefault="009269B1" w:rsidP="009269B1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</w:rPr>
            </w:pPr>
          </w:p>
          <w:p w14:paraId="2DDE4438" w14:textId="77777777" w:rsidR="009269B1" w:rsidRPr="007F5A01" w:rsidRDefault="009269B1" w:rsidP="009269B1">
            <w:pPr>
              <w:pStyle w:val="Textoindependiente"/>
              <w:ind w:left="0"/>
              <w:jc w:val="center"/>
              <w:rPr>
                <w:rFonts w:ascii="Fira Sans" w:hAnsi="Fira Sans"/>
                <w:b/>
                <w:bCs/>
              </w:rPr>
            </w:pPr>
          </w:p>
        </w:tc>
      </w:tr>
      <w:tr w:rsidR="009269B1" w:rsidRPr="00A03E79" w14:paraId="14E570F0" w14:textId="77777777" w:rsidTr="00366834">
        <w:trPr>
          <w:trHeight w:val="300"/>
        </w:trPr>
        <w:tc>
          <w:tcPr>
            <w:tcW w:w="5000" w:type="pct"/>
            <w:gridSpan w:val="2"/>
            <w:vAlign w:val="center"/>
          </w:tcPr>
          <w:p w14:paraId="251F6E1B" w14:textId="0FD34CB7" w:rsidR="009269B1" w:rsidRDefault="009269B1" w:rsidP="009269B1">
            <w:pPr>
              <w:pStyle w:val="Textoindependiente"/>
              <w:numPr>
                <w:ilvl w:val="1"/>
                <w:numId w:val="3"/>
              </w:numPr>
              <w:jc w:val="both"/>
              <w:rPr>
                <w:rFonts w:ascii="Fira Sans" w:eastAsia="Arial" w:hAnsi="Fira Sans" w:cs="Arial"/>
              </w:rPr>
            </w:pPr>
            <w:r w:rsidRPr="005F2BF9">
              <w:rPr>
                <w:rFonts w:ascii="Fira Sans" w:eastAsia="Arial" w:hAnsi="Fira Sans" w:cs="Arial"/>
              </w:rPr>
              <w:t>Indique la</w:t>
            </w:r>
            <w:r>
              <w:rPr>
                <w:rFonts w:ascii="Fira Sans" w:eastAsia="Arial" w:hAnsi="Fira Sans" w:cs="Arial"/>
              </w:rPr>
              <w:t>(s)</w:t>
            </w:r>
            <w:r w:rsidRPr="005F2BF9">
              <w:rPr>
                <w:rFonts w:ascii="Fira Sans" w:eastAsia="Arial" w:hAnsi="Fira Sans" w:cs="Arial"/>
              </w:rPr>
              <w:t xml:space="preserve"> región(es), territorio(s) o población(es) que </w:t>
            </w:r>
            <w:r w:rsidR="000D102E">
              <w:rPr>
                <w:rFonts w:ascii="Fira Sans" w:eastAsia="Arial" w:hAnsi="Fira Sans" w:cs="Arial"/>
              </w:rPr>
              <w:t>la solución</w:t>
            </w:r>
            <w:r w:rsidRPr="005F2BF9">
              <w:rPr>
                <w:rFonts w:ascii="Fira Sans" w:eastAsia="Arial" w:hAnsi="Fira Sans" w:cs="Arial"/>
              </w:rPr>
              <w:t xml:space="preserve"> impacta o podría impactar al ser implementad</w:t>
            </w:r>
            <w:r w:rsidR="000D102E">
              <w:rPr>
                <w:rFonts w:ascii="Fira Sans" w:eastAsia="Arial" w:hAnsi="Fira Sans" w:cs="Arial"/>
              </w:rPr>
              <w:t>a</w:t>
            </w:r>
            <w:r>
              <w:rPr>
                <w:rFonts w:ascii="Fira Sans" w:eastAsia="Arial" w:hAnsi="Fira Sans" w:cs="Arial"/>
              </w:rPr>
              <w:t xml:space="preserve"> </w:t>
            </w:r>
            <w:r w:rsidRPr="005F2BF9">
              <w:rPr>
                <w:rFonts w:ascii="Fira Sans" w:eastAsia="Arial" w:hAnsi="Fira Sans" w:cs="Arial"/>
              </w:rPr>
              <w:t>(máximo 200 palabras)</w:t>
            </w:r>
            <w:r>
              <w:rPr>
                <w:rFonts w:ascii="Fira Sans" w:eastAsia="Arial" w:hAnsi="Fira Sans" w:cs="Arial"/>
              </w:rPr>
              <w:t>.</w:t>
            </w:r>
          </w:p>
          <w:p w14:paraId="3C2FB0A7" w14:textId="113C9E04" w:rsidR="009269B1" w:rsidRPr="005F2BF9" w:rsidRDefault="009269B1" w:rsidP="009269B1">
            <w:pPr>
              <w:pStyle w:val="Textoindependiente"/>
              <w:ind w:left="0"/>
              <w:jc w:val="both"/>
              <w:rPr>
                <w:rFonts w:ascii="Fira Sans" w:eastAsia="Arial" w:hAnsi="Fira Sans" w:cs="Arial"/>
              </w:rPr>
            </w:pPr>
            <w:r>
              <w:rPr>
                <w:rFonts w:ascii="Fira Sans" w:hAnsi="Fira Sans"/>
                <w:color w:val="4FA0CA"/>
                <w:sz w:val="16"/>
                <w:szCs w:val="16"/>
              </w:rPr>
              <w:t>Nombrar y cuantificar con datos reales e información existente y verificable.</w:t>
            </w:r>
          </w:p>
        </w:tc>
      </w:tr>
      <w:tr w:rsidR="009269B1" w:rsidRPr="00A03E79" w14:paraId="2A67511D" w14:textId="77777777" w:rsidTr="00366834">
        <w:trPr>
          <w:trHeight w:val="300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7E83F99D" w14:textId="77777777" w:rsidR="009269B1" w:rsidRDefault="009269B1" w:rsidP="009269B1">
            <w:pPr>
              <w:pStyle w:val="Textoindependiente"/>
              <w:ind w:left="0"/>
              <w:jc w:val="both"/>
              <w:rPr>
                <w:rFonts w:ascii="Fira Sans" w:eastAsia="Arial" w:hAnsi="Fira Sans" w:cs="Arial"/>
              </w:rPr>
            </w:pPr>
          </w:p>
          <w:sdt>
            <w:sdtPr>
              <w:rPr>
                <w:rFonts w:ascii="Fira Sans" w:eastAsia="Arial" w:hAnsi="Fira Sans" w:cs="Arial"/>
              </w:rPr>
              <w:id w:val="-14701343"/>
              <w:placeholder>
                <w:docPart w:val="DefaultPlaceholder_-1854013440"/>
              </w:placeholder>
            </w:sdtPr>
            <w:sdtContent>
              <w:p w14:paraId="6D29554E" w14:textId="29DC32A8" w:rsidR="009269B1" w:rsidRDefault="00B40471" w:rsidP="009269B1">
                <w:pPr>
                  <w:pStyle w:val="Textoindependiente"/>
                  <w:ind w:left="0"/>
                  <w:jc w:val="both"/>
                  <w:rPr>
                    <w:rFonts w:ascii="Fira Sans" w:eastAsia="Arial" w:hAnsi="Fira Sans" w:cs="Arial"/>
                  </w:rPr>
                </w:pPr>
                <w:r>
                  <w:rPr>
                    <w:rFonts w:ascii="Fira Sans" w:eastAsia="Arial" w:hAnsi="Fira Sans" w:cs="Arial"/>
                  </w:rPr>
                  <w:fldChar w:fldCharType="begin">
                    <w:ffData>
                      <w:name w:val="Texto5"/>
                      <w:enabled/>
                      <w:calcOnExit w:val="0"/>
                      <w:textInput/>
                    </w:ffData>
                  </w:fldChar>
                </w:r>
                <w:bookmarkStart w:id="7" w:name="Texto5"/>
                <w:r>
                  <w:rPr>
                    <w:rFonts w:ascii="Fira Sans" w:eastAsia="Arial" w:hAnsi="Fira Sans" w:cs="Arial"/>
                  </w:rPr>
                  <w:instrText xml:space="preserve"> FORMTEXT </w:instrText>
                </w:r>
                <w:r>
                  <w:rPr>
                    <w:rFonts w:ascii="Fira Sans" w:eastAsia="Arial" w:hAnsi="Fira Sans" w:cs="Arial"/>
                  </w:rPr>
                </w:r>
                <w:r>
                  <w:rPr>
                    <w:rFonts w:ascii="Fira Sans" w:eastAsia="Arial" w:hAnsi="Fira Sans" w:cs="Arial"/>
                  </w:rPr>
                  <w:fldChar w:fldCharType="separate"/>
                </w:r>
                <w:r>
                  <w:rPr>
                    <w:rFonts w:ascii="Fira Sans" w:eastAsia="Arial" w:hAnsi="Fira Sans" w:cs="Arial"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</w:rPr>
                  <w:fldChar w:fldCharType="end"/>
                </w:r>
              </w:p>
              <w:bookmarkEnd w:id="7" w:displacedByCustomXml="next"/>
            </w:sdtContent>
          </w:sdt>
          <w:p w14:paraId="3D4F3C45" w14:textId="77777777" w:rsidR="009269B1" w:rsidRDefault="009269B1" w:rsidP="009269B1">
            <w:pPr>
              <w:pStyle w:val="Textoindependiente"/>
              <w:ind w:left="0"/>
              <w:jc w:val="both"/>
              <w:rPr>
                <w:rFonts w:ascii="Fira Sans" w:eastAsia="Arial" w:hAnsi="Fira Sans" w:cs="Arial"/>
              </w:rPr>
            </w:pPr>
          </w:p>
          <w:p w14:paraId="46DCE8E1" w14:textId="77777777" w:rsidR="009269B1" w:rsidRDefault="009269B1" w:rsidP="009269B1">
            <w:pPr>
              <w:pStyle w:val="Textoindependiente"/>
              <w:ind w:left="0"/>
              <w:jc w:val="both"/>
              <w:rPr>
                <w:rFonts w:ascii="Fira Sans" w:eastAsia="Arial" w:hAnsi="Fira Sans" w:cs="Arial"/>
              </w:rPr>
            </w:pPr>
          </w:p>
          <w:p w14:paraId="174E1AD0" w14:textId="77777777" w:rsidR="009269B1" w:rsidRPr="005F2BF9" w:rsidRDefault="009269B1" w:rsidP="009269B1">
            <w:pPr>
              <w:pStyle w:val="Textoindependiente"/>
              <w:ind w:left="0"/>
              <w:jc w:val="both"/>
              <w:rPr>
                <w:rFonts w:ascii="Fira Sans" w:eastAsia="Arial" w:hAnsi="Fira Sans" w:cs="Arial"/>
              </w:rPr>
            </w:pPr>
          </w:p>
        </w:tc>
      </w:tr>
      <w:tr w:rsidR="009E0D9D" w:rsidRPr="00A03E79" w14:paraId="6B911408" w14:textId="77777777" w:rsidTr="00366834">
        <w:trPr>
          <w:trHeight w:val="300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25B35358" w14:textId="18CAFE90" w:rsidR="009E0D9D" w:rsidRDefault="009E0D9D" w:rsidP="004C1E9C">
            <w:pPr>
              <w:pStyle w:val="Textoindependiente"/>
              <w:numPr>
                <w:ilvl w:val="1"/>
                <w:numId w:val="3"/>
              </w:numPr>
              <w:jc w:val="both"/>
              <w:rPr>
                <w:rFonts w:ascii="Fira Sans" w:eastAsia="Arial" w:hAnsi="Fira Sans" w:cs="Arial"/>
              </w:rPr>
            </w:pPr>
            <w:r>
              <w:rPr>
                <w:rFonts w:ascii="Fira Sans" w:eastAsia="Arial" w:hAnsi="Fira Sans" w:cs="Arial"/>
              </w:rPr>
              <w:t xml:space="preserve">Explique </w:t>
            </w:r>
            <w:r w:rsidR="009E0BE4" w:rsidRPr="008E3721">
              <w:rPr>
                <w:rFonts w:ascii="Fira Sans" w:eastAsia="Arial" w:hAnsi="Fira Sans" w:cs="Arial"/>
                <w:color w:val="000000" w:themeColor="text1"/>
              </w:rPr>
              <w:t xml:space="preserve">brevemente (máximo </w:t>
            </w:r>
            <w:r w:rsidR="009E0BE4">
              <w:rPr>
                <w:rFonts w:ascii="Fira Sans" w:eastAsia="Arial" w:hAnsi="Fira Sans" w:cs="Arial"/>
                <w:color w:val="000000" w:themeColor="text1"/>
              </w:rPr>
              <w:t>200</w:t>
            </w:r>
            <w:r w:rsidR="009E0BE4" w:rsidRPr="008E3721">
              <w:rPr>
                <w:rFonts w:ascii="Fira Sans" w:eastAsia="Arial" w:hAnsi="Fira Sans" w:cs="Arial"/>
                <w:color w:val="000000" w:themeColor="text1"/>
              </w:rPr>
              <w:t xml:space="preserve"> palabras)</w:t>
            </w:r>
            <w:r w:rsidR="009E0BE4">
              <w:rPr>
                <w:rFonts w:ascii="Fira Sans" w:eastAsia="Arial" w:hAnsi="Fira Sans" w:cs="Arial"/>
                <w:color w:val="000000" w:themeColor="text1"/>
              </w:rPr>
              <w:t xml:space="preserve"> el</w:t>
            </w:r>
            <w:r w:rsidRPr="009E0D9D">
              <w:rPr>
                <w:rFonts w:ascii="Fira Sans" w:eastAsia="Arial" w:hAnsi="Fira Sans" w:cs="Arial"/>
              </w:rPr>
              <w:t xml:space="preserve"> valor </w:t>
            </w:r>
            <w:r w:rsidR="009E0BE4">
              <w:rPr>
                <w:rFonts w:ascii="Fira Sans" w:eastAsia="Arial" w:hAnsi="Fira Sans" w:cs="Arial"/>
              </w:rPr>
              <w:t xml:space="preserve">o aporte </w:t>
            </w:r>
            <w:r w:rsidR="000D102E">
              <w:rPr>
                <w:rFonts w:ascii="Fira Sans" w:eastAsia="Arial" w:hAnsi="Fira Sans" w:cs="Arial"/>
              </w:rPr>
              <w:t>de la solución</w:t>
            </w:r>
            <w:r w:rsidR="009E0BE4">
              <w:rPr>
                <w:rFonts w:ascii="Fira Sans" w:eastAsia="Arial" w:hAnsi="Fira Sans" w:cs="Arial"/>
              </w:rPr>
              <w:t xml:space="preserve"> para el </w:t>
            </w:r>
            <w:r w:rsidRPr="009E0D9D">
              <w:rPr>
                <w:rFonts w:ascii="Fira Sans" w:eastAsia="Arial" w:hAnsi="Fira Sans" w:cs="Arial"/>
              </w:rPr>
              <w:t xml:space="preserve">sector energético </w:t>
            </w:r>
            <w:r w:rsidR="009E0BE4">
              <w:rPr>
                <w:rFonts w:ascii="Fira Sans" w:eastAsia="Arial" w:hAnsi="Fira Sans" w:cs="Arial"/>
              </w:rPr>
              <w:t>de los países objeto del Premio o del país donde se planea su implementación.</w:t>
            </w:r>
          </w:p>
        </w:tc>
      </w:tr>
      <w:tr w:rsidR="009E0D9D" w:rsidRPr="00A03E79" w14:paraId="5A4F5985" w14:textId="77777777" w:rsidTr="00366834">
        <w:trPr>
          <w:trHeight w:val="300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16CC6C97" w14:textId="77777777" w:rsidR="009E0D9D" w:rsidRDefault="009E0D9D" w:rsidP="009269B1">
            <w:pPr>
              <w:pStyle w:val="Textoindependiente"/>
              <w:ind w:left="0"/>
              <w:jc w:val="both"/>
              <w:rPr>
                <w:rFonts w:ascii="Fira Sans" w:eastAsia="Arial" w:hAnsi="Fira Sans" w:cs="Arial"/>
              </w:rPr>
            </w:pPr>
          </w:p>
          <w:sdt>
            <w:sdtPr>
              <w:rPr>
                <w:rFonts w:ascii="Fira Sans" w:eastAsia="Arial" w:hAnsi="Fira Sans" w:cs="Arial"/>
              </w:rPr>
              <w:id w:val="1569910866"/>
              <w:placeholder>
                <w:docPart w:val="DefaultPlaceholder_-1854013440"/>
              </w:placeholder>
            </w:sdtPr>
            <w:sdtContent>
              <w:p w14:paraId="1F0DB73D" w14:textId="7CD5BD39" w:rsidR="00366834" w:rsidRDefault="00B40471" w:rsidP="009269B1">
                <w:pPr>
                  <w:pStyle w:val="Textoindependiente"/>
                  <w:ind w:left="0"/>
                  <w:jc w:val="both"/>
                  <w:rPr>
                    <w:rFonts w:ascii="Fira Sans" w:eastAsia="Arial" w:hAnsi="Fira Sans" w:cs="Arial"/>
                  </w:rPr>
                </w:pPr>
                <w:r>
                  <w:rPr>
                    <w:rFonts w:ascii="Fira Sans" w:eastAsia="Arial" w:hAnsi="Fira Sans" w:cs="Arial"/>
                  </w:rPr>
                  <w:fldChar w:fldCharType="begin">
                    <w:ffData>
                      <w:name w:val="Texto6"/>
                      <w:enabled/>
                      <w:calcOnExit w:val="0"/>
                      <w:textInput/>
                    </w:ffData>
                  </w:fldChar>
                </w:r>
                <w:bookmarkStart w:id="8" w:name="Texto6"/>
                <w:r>
                  <w:rPr>
                    <w:rFonts w:ascii="Fira Sans" w:eastAsia="Arial" w:hAnsi="Fira Sans" w:cs="Arial"/>
                  </w:rPr>
                  <w:instrText xml:space="preserve"> FORMTEXT </w:instrText>
                </w:r>
                <w:r>
                  <w:rPr>
                    <w:rFonts w:ascii="Fira Sans" w:eastAsia="Arial" w:hAnsi="Fira Sans" w:cs="Arial"/>
                  </w:rPr>
                </w:r>
                <w:r>
                  <w:rPr>
                    <w:rFonts w:ascii="Fira Sans" w:eastAsia="Arial" w:hAnsi="Fira Sans" w:cs="Arial"/>
                  </w:rPr>
                  <w:fldChar w:fldCharType="separate"/>
                </w:r>
                <w:r>
                  <w:rPr>
                    <w:rFonts w:ascii="Fira Sans" w:eastAsia="Arial" w:hAnsi="Fira Sans" w:cs="Arial"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</w:rPr>
                  <w:fldChar w:fldCharType="end"/>
                </w:r>
              </w:p>
              <w:bookmarkEnd w:id="8" w:displacedByCustomXml="next"/>
            </w:sdtContent>
          </w:sdt>
          <w:p w14:paraId="3CC6B2E7" w14:textId="77777777" w:rsidR="00366834" w:rsidRDefault="00366834" w:rsidP="009269B1">
            <w:pPr>
              <w:pStyle w:val="Textoindependiente"/>
              <w:ind w:left="0"/>
              <w:jc w:val="both"/>
              <w:rPr>
                <w:rFonts w:ascii="Fira Sans" w:eastAsia="Arial" w:hAnsi="Fira Sans" w:cs="Arial"/>
              </w:rPr>
            </w:pPr>
          </w:p>
          <w:p w14:paraId="3CEB7341" w14:textId="77777777" w:rsidR="00366834" w:rsidRDefault="00366834" w:rsidP="009269B1">
            <w:pPr>
              <w:pStyle w:val="Textoindependiente"/>
              <w:ind w:left="0"/>
              <w:jc w:val="both"/>
              <w:rPr>
                <w:rFonts w:ascii="Fira Sans" w:eastAsia="Arial" w:hAnsi="Fira Sans" w:cs="Arial"/>
              </w:rPr>
            </w:pPr>
          </w:p>
          <w:p w14:paraId="07AEDC8A" w14:textId="77777777" w:rsidR="00366834" w:rsidRDefault="00366834" w:rsidP="009269B1">
            <w:pPr>
              <w:pStyle w:val="Textoindependiente"/>
              <w:ind w:left="0"/>
              <w:jc w:val="both"/>
              <w:rPr>
                <w:rFonts w:ascii="Fira Sans" w:eastAsia="Arial" w:hAnsi="Fira Sans" w:cs="Arial"/>
              </w:rPr>
            </w:pPr>
          </w:p>
        </w:tc>
      </w:tr>
      <w:tr w:rsidR="009269B1" w:rsidRPr="00A03E79" w14:paraId="10C9F895" w14:textId="77777777" w:rsidTr="00366834">
        <w:trPr>
          <w:trHeight w:val="300"/>
        </w:trPr>
        <w:tc>
          <w:tcPr>
            <w:tcW w:w="5000" w:type="pct"/>
            <w:gridSpan w:val="2"/>
            <w:vAlign w:val="center"/>
          </w:tcPr>
          <w:p w14:paraId="39F7AE2E" w14:textId="4D5DDC32" w:rsidR="006E371C" w:rsidRDefault="009E0D9D" w:rsidP="006E371C">
            <w:pPr>
              <w:pStyle w:val="Textoindependiente"/>
              <w:numPr>
                <w:ilvl w:val="1"/>
                <w:numId w:val="3"/>
              </w:numPr>
              <w:jc w:val="both"/>
              <w:rPr>
                <w:rFonts w:ascii="Fira Sans" w:eastAsia="Arial" w:hAnsi="Fira Sans" w:cs="Arial"/>
              </w:rPr>
            </w:pPr>
            <w:r>
              <w:rPr>
                <w:rFonts w:ascii="Fira Sans" w:eastAsia="Arial" w:hAnsi="Fira Sans" w:cs="Arial"/>
              </w:rPr>
              <w:t xml:space="preserve"> </w:t>
            </w:r>
            <w:r w:rsidR="006E371C">
              <w:rPr>
                <w:rFonts w:ascii="Fira Sans" w:eastAsia="Arial" w:hAnsi="Fira Sans" w:cs="Arial"/>
              </w:rPr>
              <w:t xml:space="preserve">De contar con </w:t>
            </w:r>
            <w:r w:rsidR="009269B1" w:rsidRPr="00221EE3">
              <w:rPr>
                <w:rFonts w:ascii="Fira Sans" w:eastAsia="Arial" w:hAnsi="Fira Sans" w:cs="Arial"/>
              </w:rPr>
              <w:t xml:space="preserve">materiales visuales o didácticos </w:t>
            </w:r>
            <w:r w:rsidR="006E371C">
              <w:rPr>
                <w:rFonts w:ascii="Fira Sans" w:eastAsia="Arial" w:hAnsi="Fira Sans" w:cs="Arial"/>
              </w:rPr>
              <w:t xml:space="preserve">complementarios que faciliten o sean necesarios para la comprensión </w:t>
            </w:r>
            <w:r w:rsidR="000D102E">
              <w:rPr>
                <w:rFonts w:ascii="Fira Sans" w:eastAsia="Arial" w:hAnsi="Fira Sans" w:cs="Arial"/>
              </w:rPr>
              <w:t>de la solución</w:t>
            </w:r>
            <w:r w:rsidR="006E371C">
              <w:rPr>
                <w:rFonts w:ascii="Fira Sans" w:eastAsia="Arial" w:hAnsi="Fira Sans" w:cs="Arial"/>
              </w:rPr>
              <w:t xml:space="preserve">, </w:t>
            </w:r>
            <w:r w:rsidR="00366834">
              <w:rPr>
                <w:rFonts w:ascii="Fira Sans" w:eastAsia="Arial" w:hAnsi="Fira Sans" w:cs="Arial"/>
              </w:rPr>
              <w:t>suminístrelos</w:t>
            </w:r>
            <w:r w:rsidR="006E371C">
              <w:rPr>
                <w:rFonts w:ascii="Fira Sans" w:eastAsia="Arial" w:hAnsi="Fira Sans" w:cs="Arial"/>
              </w:rPr>
              <w:t xml:space="preserve"> acá.</w:t>
            </w:r>
          </w:p>
          <w:p w14:paraId="2A213E16" w14:textId="1E8798D9" w:rsidR="009269B1" w:rsidRPr="006E371C" w:rsidRDefault="00366834" w:rsidP="006E371C">
            <w:pPr>
              <w:pStyle w:val="Textoindependiente"/>
              <w:ind w:left="0"/>
              <w:jc w:val="both"/>
              <w:rPr>
                <w:rFonts w:ascii="Fira Sans" w:eastAsia="Arial" w:hAnsi="Fira Sans" w:cs="Arial"/>
              </w:rPr>
            </w:pPr>
            <w:r>
              <w:rPr>
                <w:rFonts w:ascii="Fira Sans" w:hAnsi="Fira Sans"/>
                <w:color w:val="4FA0CA"/>
                <w:sz w:val="16"/>
                <w:szCs w:val="16"/>
              </w:rPr>
              <w:t xml:space="preserve">Diseños, </w:t>
            </w:r>
            <w:r w:rsidR="00D47058">
              <w:rPr>
                <w:rFonts w:ascii="Fira Sans" w:hAnsi="Fira Sans"/>
                <w:color w:val="4FA0CA"/>
                <w:sz w:val="16"/>
                <w:szCs w:val="16"/>
              </w:rPr>
              <w:t xml:space="preserve">fotos, imágenes, </w:t>
            </w:r>
            <w:r>
              <w:rPr>
                <w:rFonts w:ascii="Fira Sans" w:hAnsi="Fira Sans"/>
                <w:color w:val="4FA0CA"/>
                <w:sz w:val="16"/>
                <w:szCs w:val="16"/>
              </w:rPr>
              <w:t>diagramas</w:t>
            </w:r>
            <w:r w:rsidR="009269B1" w:rsidRPr="006E371C">
              <w:rPr>
                <w:rFonts w:ascii="Fira Sans" w:hAnsi="Fira Sans"/>
                <w:color w:val="4FA0CA"/>
                <w:sz w:val="16"/>
                <w:szCs w:val="16"/>
              </w:rPr>
              <w:t>, infografías, demos, guías</w:t>
            </w:r>
            <w:r>
              <w:rPr>
                <w:rFonts w:ascii="Fira Sans" w:hAnsi="Fira Sans"/>
                <w:color w:val="4FA0CA"/>
                <w:sz w:val="16"/>
                <w:szCs w:val="16"/>
              </w:rPr>
              <w:t xml:space="preserve">, </w:t>
            </w:r>
            <w:r w:rsidRPr="006E371C">
              <w:rPr>
                <w:rFonts w:ascii="Fira Sans" w:hAnsi="Fira Sans"/>
                <w:color w:val="4FA0CA"/>
                <w:sz w:val="16"/>
                <w:szCs w:val="16"/>
              </w:rPr>
              <w:t>videos</w:t>
            </w:r>
            <w:r w:rsidR="00D47058">
              <w:rPr>
                <w:rFonts w:ascii="Fira Sans" w:hAnsi="Fira Sans"/>
                <w:color w:val="4FA0CA"/>
                <w:sz w:val="16"/>
                <w:szCs w:val="16"/>
              </w:rPr>
              <w:t>, registros de propiedad intelectual</w:t>
            </w:r>
            <w:r>
              <w:rPr>
                <w:rFonts w:ascii="Fira Sans" w:hAnsi="Fira Sans"/>
                <w:color w:val="4FA0CA"/>
                <w:sz w:val="16"/>
                <w:szCs w:val="16"/>
              </w:rPr>
              <w:t>.</w:t>
            </w:r>
          </w:p>
        </w:tc>
      </w:tr>
      <w:tr w:rsidR="00366834" w:rsidRPr="00A03E79" w14:paraId="5F7B9F31" w14:textId="77777777" w:rsidTr="00366834">
        <w:trPr>
          <w:trHeight w:val="300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297523C4" w14:textId="77777777" w:rsidR="00366834" w:rsidRDefault="00366834" w:rsidP="00366834">
            <w:pPr>
              <w:pStyle w:val="Textoindependiente"/>
              <w:ind w:left="0"/>
              <w:jc w:val="both"/>
              <w:rPr>
                <w:rFonts w:ascii="Fira Sans" w:eastAsia="Arial" w:hAnsi="Fira Sans" w:cs="Arial"/>
              </w:rPr>
            </w:pPr>
          </w:p>
          <w:sdt>
            <w:sdtPr>
              <w:rPr>
                <w:rFonts w:ascii="Fira Sans" w:eastAsia="Arial" w:hAnsi="Fira Sans" w:cs="Arial"/>
              </w:rPr>
              <w:id w:val="-1710792965"/>
              <w:placeholder>
                <w:docPart w:val="DefaultPlaceholder_-1854013440"/>
              </w:placeholder>
            </w:sdtPr>
            <w:sdtContent>
              <w:p w14:paraId="611DF983" w14:textId="705376DE" w:rsidR="00366834" w:rsidRDefault="00B40471" w:rsidP="00366834">
                <w:pPr>
                  <w:pStyle w:val="Textoindependiente"/>
                  <w:ind w:left="0"/>
                  <w:jc w:val="both"/>
                  <w:rPr>
                    <w:rFonts w:ascii="Fira Sans" w:eastAsia="Arial" w:hAnsi="Fira Sans" w:cs="Arial"/>
                  </w:rPr>
                </w:pPr>
                <w:r>
                  <w:rPr>
                    <w:rFonts w:ascii="Fira Sans" w:eastAsia="Arial" w:hAnsi="Fira Sans" w:cs="Arial"/>
                  </w:rPr>
                  <w:fldChar w:fldCharType="begin">
                    <w:ffData>
                      <w:name w:val="Texto7"/>
                      <w:enabled/>
                      <w:calcOnExit w:val="0"/>
                      <w:textInput/>
                    </w:ffData>
                  </w:fldChar>
                </w:r>
                <w:bookmarkStart w:id="9" w:name="Texto7"/>
                <w:r>
                  <w:rPr>
                    <w:rFonts w:ascii="Fira Sans" w:eastAsia="Arial" w:hAnsi="Fira Sans" w:cs="Arial"/>
                  </w:rPr>
                  <w:instrText xml:space="preserve"> FORMTEXT </w:instrText>
                </w:r>
                <w:r>
                  <w:rPr>
                    <w:rFonts w:ascii="Fira Sans" w:eastAsia="Arial" w:hAnsi="Fira Sans" w:cs="Arial"/>
                  </w:rPr>
                </w:r>
                <w:r>
                  <w:rPr>
                    <w:rFonts w:ascii="Fira Sans" w:eastAsia="Arial" w:hAnsi="Fira Sans" w:cs="Arial"/>
                  </w:rPr>
                  <w:fldChar w:fldCharType="separate"/>
                </w:r>
                <w:r>
                  <w:rPr>
                    <w:rFonts w:ascii="Fira Sans" w:eastAsia="Arial" w:hAnsi="Fira Sans" w:cs="Arial"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</w:rPr>
                  <w:fldChar w:fldCharType="end"/>
                </w:r>
              </w:p>
              <w:bookmarkEnd w:id="9" w:displacedByCustomXml="next"/>
            </w:sdtContent>
          </w:sdt>
          <w:p w14:paraId="753547D5" w14:textId="77777777" w:rsidR="00366834" w:rsidRDefault="00366834" w:rsidP="00366834">
            <w:pPr>
              <w:pStyle w:val="Textoindependiente"/>
              <w:ind w:left="0"/>
              <w:jc w:val="both"/>
              <w:rPr>
                <w:rFonts w:ascii="Fira Sans" w:eastAsia="Arial" w:hAnsi="Fira Sans" w:cs="Arial"/>
              </w:rPr>
            </w:pPr>
          </w:p>
          <w:p w14:paraId="7691322C" w14:textId="77777777" w:rsidR="00366834" w:rsidRDefault="00366834" w:rsidP="00366834">
            <w:pPr>
              <w:pStyle w:val="Textoindependiente"/>
              <w:ind w:left="0"/>
              <w:jc w:val="both"/>
              <w:rPr>
                <w:rFonts w:ascii="Fira Sans" w:eastAsia="Arial" w:hAnsi="Fira Sans" w:cs="Arial"/>
              </w:rPr>
            </w:pPr>
          </w:p>
          <w:p w14:paraId="3BF5CB0E" w14:textId="77777777" w:rsidR="00366834" w:rsidRDefault="00366834" w:rsidP="00366834">
            <w:pPr>
              <w:pStyle w:val="Textoindependiente"/>
              <w:ind w:left="0"/>
              <w:jc w:val="both"/>
              <w:rPr>
                <w:rFonts w:ascii="Fira Sans" w:eastAsia="Arial" w:hAnsi="Fira Sans" w:cs="Arial"/>
              </w:rPr>
            </w:pPr>
          </w:p>
        </w:tc>
      </w:tr>
    </w:tbl>
    <w:p w14:paraId="374AF891" w14:textId="5439CD36" w:rsidR="00D45945" w:rsidRPr="00233762" w:rsidRDefault="00D45945" w:rsidP="00D47058">
      <w:pPr>
        <w:pStyle w:val="Textoindependiente"/>
        <w:spacing w:before="1"/>
        <w:ind w:left="0"/>
        <w:jc w:val="both"/>
        <w:rPr>
          <w:rFonts w:ascii="Fira Sans" w:hAnsi="Fira Sans"/>
          <w:noProof/>
          <w:color w:val="000000" w:themeColor="text1"/>
          <w:sz w:val="22"/>
          <w:lang w:val="es-CO"/>
        </w:rPr>
      </w:pPr>
    </w:p>
    <w:sectPr w:rsidR="00D45945" w:rsidRPr="00233762" w:rsidSect="00704E29">
      <w:headerReference w:type="default" r:id="rId11"/>
      <w:footerReference w:type="default" r:id="rId12"/>
      <w:pgSz w:w="11906" w:h="16838" w:code="9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6F7F4" w14:textId="77777777" w:rsidR="00F33824" w:rsidRDefault="00F33824" w:rsidP="00D45945">
      <w:pPr>
        <w:spacing w:before="0" w:after="0" w:line="240" w:lineRule="auto"/>
      </w:pPr>
      <w:r>
        <w:separator/>
      </w:r>
    </w:p>
  </w:endnote>
  <w:endnote w:type="continuationSeparator" w:id="0">
    <w:p w14:paraId="158F521E" w14:textId="77777777" w:rsidR="00F33824" w:rsidRDefault="00F33824" w:rsidP="00D4594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League Spartan">
    <w:altName w:val="Calibri"/>
    <w:charset w:val="00"/>
    <w:family w:val="auto"/>
    <w:pitch w:val="variable"/>
    <w:sig w:usb0="A000007F" w:usb1="4000004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DF167" w14:textId="28B4CC4A" w:rsidR="005624AB" w:rsidRDefault="005624AB" w:rsidP="005624AB">
    <w:pPr>
      <w:pStyle w:val="Piedepgina"/>
      <w:rPr>
        <w:noProof/>
      </w:rPr>
    </w:pPr>
    <w:bookmarkStart w:id="12" w:name="_Hlk207005299"/>
    <w:bookmarkStart w:id="13" w:name="_Hlk207005300"/>
    <w:r>
      <w:rPr>
        <w:noProof/>
      </w:rPr>
      <w:drawing>
        <wp:anchor distT="0" distB="0" distL="114300" distR="114300" simplePos="0" relativeHeight="251665410" behindDoc="0" locked="0" layoutInCell="1" allowOverlap="1" wp14:anchorId="6EF2E2B1" wp14:editId="76EF9E2D">
          <wp:simplePos x="0" y="0"/>
          <wp:positionH relativeFrom="column">
            <wp:posOffset>-231775</wp:posOffset>
          </wp:positionH>
          <wp:positionV relativeFrom="paragraph">
            <wp:posOffset>-279872</wp:posOffset>
          </wp:positionV>
          <wp:extent cx="5408930" cy="556260"/>
          <wp:effectExtent l="0" t="0" r="1270" b="0"/>
          <wp:wrapSquare wrapText="bothSides"/>
          <wp:docPr id="1328500663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8500663" name="Imagen 2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0617" b="-8039"/>
                  <a:stretch>
                    <a:fillRect/>
                  </a:stretch>
                </pic:blipFill>
                <pic:spPr bwMode="auto">
                  <a:xfrm>
                    <a:off x="0" y="0"/>
                    <a:ext cx="5408930" cy="5562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4" behindDoc="0" locked="0" layoutInCell="1" allowOverlap="1" wp14:anchorId="61942A8B" wp14:editId="197AE760">
          <wp:simplePos x="0" y="0"/>
          <wp:positionH relativeFrom="page">
            <wp:posOffset>6432550</wp:posOffset>
          </wp:positionH>
          <wp:positionV relativeFrom="page">
            <wp:align>bottom</wp:align>
          </wp:positionV>
          <wp:extent cx="1113155" cy="529590"/>
          <wp:effectExtent l="0" t="0" r="0" b="3810"/>
          <wp:wrapSquare wrapText="bothSides"/>
          <wp:docPr id="733214568" name="Imagen 2" descr="Imagen que contiene Diagrama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3214568" name="Imagen 2" descr="Imagen que contiene Diagrama&#10;&#10;El contenido generado por IA puede ser incorrecto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3155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2"/>
    <w:bookmarkEnd w:id="1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E6363" w14:textId="77777777" w:rsidR="00F33824" w:rsidRDefault="00F33824" w:rsidP="00D45945">
      <w:pPr>
        <w:spacing w:before="0" w:after="0" w:line="240" w:lineRule="auto"/>
      </w:pPr>
      <w:r>
        <w:separator/>
      </w:r>
    </w:p>
  </w:footnote>
  <w:footnote w:type="continuationSeparator" w:id="0">
    <w:p w14:paraId="1372E9E5" w14:textId="77777777" w:rsidR="00F33824" w:rsidRDefault="00F33824" w:rsidP="00D4594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0" w:name="_Hlk207005279"/>
  <w:bookmarkStart w:id="11" w:name="_Hlk207005280"/>
  <w:p w14:paraId="50252C2C" w14:textId="77777777" w:rsidR="00354F55" w:rsidRDefault="00354F55" w:rsidP="00354F55">
    <w:pPr>
      <w:pStyle w:val="Encabezado"/>
    </w:pPr>
    <w:r>
      <w:rPr>
        <w:noProof/>
        <w:color w:val="000000" w:themeColor="text1"/>
        <w:lang w:bidi="es-ES"/>
      </w:rPr>
      <mc:AlternateContent>
        <mc:Choice Requires="wps">
          <w:drawing>
            <wp:anchor distT="0" distB="0" distL="114300" distR="114300" simplePos="0" relativeHeight="251660290" behindDoc="1" locked="0" layoutInCell="1" allowOverlap="1" wp14:anchorId="3D1C722B" wp14:editId="0754C1D4">
              <wp:simplePos x="0" y="0"/>
              <wp:positionH relativeFrom="page">
                <wp:posOffset>-638269</wp:posOffset>
              </wp:positionH>
              <wp:positionV relativeFrom="paragraph">
                <wp:posOffset>-828040</wp:posOffset>
              </wp:positionV>
              <wp:extent cx="8183911" cy="3130550"/>
              <wp:effectExtent l="0" t="0" r="7620" b="0"/>
              <wp:wrapNone/>
              <wp:docPr id="1973687060" name="Rectángulo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8183911" cy="313055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29000">
                            <a:schemeClr val="bg1">
                              <a:alpha val="0"/>
                            </a:schemeClr>
                          </a:gs>
                          <a:gs pos="100000">
                            <a:srgbClr val="99CF16">
                              <a:alpha val="31000"/>
                            </a:srgbClr>
                          </a:gs>
                        </a:gsLst>
                        <a:lin ang="2700000" scaled="1"/>
                        <a:tileRect/>
                      </a:gradFill>
                      <a:ln w="9525" cap="flat">
                        <a:noFill/>
                        <a:prstDash val="solid"/>
                        <a:miter/>
                      </a:ln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9C3620" id="Rectángulo 2" o:spid="_x0000_s1026" alt="&quot;&quot;" style="position:absolute;margin-left:-50.25pt;margin-top:-65.2pt;width:644.4pt;height:246.5pt;flip:y;z-index:-25165619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" fillcolor="white [3212]" stroked="f">
              <v:fill opacity="20316f" color2="#99cf16" o:opacity2="0" rotate="t" angle="45" colors="0 white;19005f white" focus="100%" type="gradient"/>
              <w10:wrap anchorx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2338" behindDoc="0" locked="0" layoutInCell="1" allowOverlap="1" wp14:anchorId="599C8C33" wp14:editId="2DDB82DA">
          <wp:simplePos x="0" y="0"/>
          <wp:positionH relativeFrom="margin">
            <wp:posOffset>4258725</wp:posOffset>
          </wp:positionH>
          <wp:positionV relativeFrom="page">
            <wp:posOffset>-509</wp:posOffset>
          </wp:positionV>
          <wp:extent cx="2373196" cy="1129749"/>
          <wp:effectExtent l="0" t="0" r="8255" b="0"/>
          <wp:wrapSquare wrapText="bothSides"/>
          <wp:docPr id="1400883239" name="Imagen 2" descr="Diagrama, Forma, Flecha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0883239" name="Imagen 2" descr="Diagrama, Forma, Flecha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3196" cy="11297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4" behindDoc="0" locked="0" layoutInCell="1" allowOverlap="1" wp14:anchorId="610AA85C" wp14:editId="5937B824">
          <wp:simplePos x="0" y="0"/>
          <wp:positionH relativeFrom="page">
            <wp:posOffset>6350</wp:posOffset>
          </wp:positionH>
          <wp:positionV relativeFrom="page">
            <wp:align>top</wp:align>
          </wp:positionV>
          <wp:extent cx="1493520" cy="711200"/>
          <wp:effectExtent l="0" t="0" r="0" b="0"/>
          <wp:wrapSquare wrapText="bothSides"/>
          <wp:docPr id="1737767513" name="Imagen 2" descr="Diagrama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7767513" name="Imagen 2" descr="Diagrama&#10;&#10;El contenido generado por IA puede ser incorrecto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3975" cy="7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2" behindDoc="0" locked="0" layoutInCell="1" allowOverlap="1" wp14:anchorId="5227BACF" wp14:editId="59367A54">
          <wp:simplePos x="0" y="0"/>
          <wp:positionH relativeFrom="page">
            <wp:posOffset>3142615</wp:posOffset>
          </wp:positionH>
          <wp:positionV relativeFrom="topMargin">
            <wp:posOffset>214068</wp:posOffset>
          </wp:positionV>
          <wp:extent cx="1273056" cy="605520"/>
          <wp:effectExtent l="0" t="0" r="3810" b="4445"/>
          <wp:wrapSquare wrapText="bothSides"/>
          <wp:docPr id="16040135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401357" name="Imagen 2"/>
                  <pic:cNvPicPr/>
                </pic:nvPicPr>
                <pic:blipFill>
                  <a:blip r:embed="rId3">
                    <a:biLevel thresh="7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056" cy="60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15018">
      <w:rPr>
        <w:color w:val="000000" w:themeColor="text1"/>
        <w:lang w:bidi="es-ES"/>
      </w:rPr>
      <w:t xml:space="preserve"> </w:t>
    </w:r>
    <w:bookmarkEnd w:id="10"/>
    <w:bookmarkEnd w:id="11"/>
  </w:p>
  <w:p w14:paraId="5192361B" w14:textId="4710536A" w:rsidR="00D45945" w:rsidRPr="00233762" w:rsidRDefault="00D45945" w:rsidP="0023376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8411A"/>
    <w:multiLevelType w:val="multilevel"/>
    <w:tmpl w:val="3C3E8F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4F7E5454"/>
    <w:multiLevelType w:val="multilevel"/>
    <w:tmpl w:val="DE62D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4617457"/>
    <w:multiLevelType w:val="hybridMultilevel"/>
    <w:tmpl w:val="DEBEB1A0"/>
    <w:lvl w:ilvl="0" w:tplc="098A654E">
      <w:numFmt w:val="bullet"/>
      <w:lvlText w:val=""/>
      <w:lvlJc w:val="left"/>
      <w:pPr>
        <w:ind w:left="362" w:hanging="360"/>
      </w:pPr>
      <w:rPr>
        <w:rFonts w:ascii="Symbol" w:eastAsia="Calibri" w:hAnsi="Symbol" w:cs="Calibri" w:hint="default"/>
      </w:rPr>
    </w:lvl>
    <w:lvl w:ilvl="1" w:tplc="240A0003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num w:numId="1" w16cid:durableId="469250204">
    <w:abstractNumId w:val="2"/>
  </w:num>
  <w:num w:numId="2" w16cid:durableId="1052071423">
    <w:abstractNumId w:val="1"/>
  </w:num>
  <w:num w:numId="3" w16cid:durableId="1321613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ocumentProtection w:edit="forms" w:formatting="1" w:enforcement="1" w:cryptProviderType="rsaAES" w:cryptAlgorithmClass="hash" w:cryptAlgorithmType="typeAny" w:cryptAlgorithmSid="14" w:cryptSpinCount="100000" w:hash="UQnziijIsFy5MqqH1UVyp/61WLZFKg9vJM6eyx4jwqozazTPh1kK1Qv1pF98byfkx5IT2OUOxDWR+r3GMPzYTQ==" w:salt="KuPrg3dByzxcNeOYh4KRDQ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5D1"/>
    <w:rsid w:val="00004F74"/>
    <w:rsid w:val="000125F4"/>
    <w:rsid w:val="00070027"/>
    <w:rsid w:val="000712E1"/>
    <w:rsid w:val="000742D3"/>
    <w:rsid w:val="00077821"/>
    <w:rsid w:val="00083BAA"/>
    <w:rsid w:val="000D102E"/>
    <w:rsid w:val="000D7B45"/>
    <w:rsid w:val="000E5896"/>
    <w:rsid w:val="000F18B4"/>
    <w:rsid w:val="001070CB"/>
    <w:rsid w:val="001254A1"/>
    <w:rsid w:val="0015241E"/>
    <w:rsid w:val="00162958"/>
    <w:rsid w:val="001766D6"/>
    <w:rsid w:val="0018109D"/>
    <w:rsid w:val="001B2597"/>
    <w:rsid w:val="001C0863"/>
    <w:rsid w:val="00204F5C"/>
    <w:rsid w:val="00221EE3"/>
    <w:rsid w:val="00224485"/>
    <w:rsid w:val="002267CF"/>
    <w:rsid w:val="00233762"/>
    <w:rsid w:val="0026134A"/>
    <w:rsid w:val="0026243D"/>
    <w:rsid w:val="002C003A"/>
    <w:rsid w:val="002E1283"/>
    <w:rsid w:val="002E33CB"/>
    <w:rsid w:val="00313CC7"/>
    <w:rsid w:val="0033581C"/>
    <w:rsid w:val="00354F55"/>
    <w:rsid w:val="00366834"/>
    <w:rsid w:val="00374677"/>
    <w:rsid w:val="003820F1"/>
    <w:rsid w:val="00387D79"/>
    <w:rsid w:val="0039464D"/>
    <w:rsid w:val="00394E31"/>
    <w:rsid w:val="00395BE6"/>
    <w:rsid w:val="003C6659"/>
    <w:rsid w:val="003E24DF"/>
    <w:rsid w:val="004164CE"/>
    <w:rsid w:val="00431C9A"/>
    <w:rsid w:val="00454CEC"/>
    <w:rsid w:val="004717E7"/>
    <w:rsid w:val="004A2B0D"/>
    <w:rsid w:val="004A7D3B"/>
    <w:rsid w:val="004B16B7"/>
    <w:rsid w:val="004B5C57"/>
    <w:rsid w:val="004C1E9C"/>
    <w:rsid w:val="004D4D1C"/>
    <w:rsid w:val="005624AB"/>
    <w:rsid w:val="00564809"/>
    <w:rsid w:val="00566B92"/>
    <w:rsid w:val="00582798"/>
    <w:rsid w:val="00582DF8"/>
    <w:rsid w:val="00597211"/>
    <w:rsid w:val="005A50D3"/>
    <w:rsid w:val="005C2210"/>
    <w:rsid w:val="005E7AC8"/>
    <w:rsid w:val="005F2BF9"/>
    <w:rsid w:val="005F2DE2"/>
    <w:rsid w:val="00615018"/>
    <w:rsid w:val="0062123A"/>
    <w:rsid w:val="00646E75"/>
    <w:rsid w:val="00681029"/>
    <w:rsid w:val="006E371C"/>
    <w:rsid w:val="006F1A50"/>
    <w:rsid w:val="006F6F10"/>
    <w:rsid w:val="006F7A3A"/>
    <w:rsid w:val="00704E29"/>
    <w:rsid w:val="00713570"/>
    <w:rsid w:val="00750743"/>
    <w:rsid w:val="00765BD2"/>
    <w:rsid w:val="00781E68"/>
    <w:rsid w:val="00783E79"/>
    <w:rsid w:val="007B5AE8"/>
    <w:rsid w:val="007C0713"/>
    <w:rsid w:val="007C3DC1"/>
    <w:rsid w:val="007D31EF"/>
    <w:rsid w:val="007F5192"/>
    <w:rsid w:val="007F5A01"/>
    <w:rsid w:val="008002E1"/>
    <w:rsid w:val="0082361C"/>
    <w:rsid w:val="00825AEC"/>
    <w:rsid w:val="0083267C"/>
    <w:rsid w:val="0085357E"/>
    <w:rsid w:val="008A1FC1"/>
    <w:rsid w:val="008B15D1"/>
    <w:rsid w:val="008B7FD5"/>
    <w:rsid w:val="008D6D29"/>
    <w:rsid w:val="008D7FC4"/>
    <w:rsid w:val="008E1BEE"/>
    <w:rsid w:val="008E3721"/>
    <w:rsid w:val="008E6185"/>
    <w:rsid w:val="00916A27"/>
    <w:rsid w:val="009269B1"/>
    <w:rsid w:val="00951255"/>
    <w:rsid w:val="00972FAB"/>
    <w:rsid w:val="009A1227"/>
    <w:rsid w:val="009B0CCE"/>
    <w:rsid w:val="009E0BE4"/>
    <w:rsid w:val="009E0D9D"/>
    <w:rsid w:val="00A03E79"/>
    <w:rsid w:val="00A05606"/>
    <w:rsid w:val="00A05BB1"/>
    <w:rsid w:val="00A15426"/>
    <w:rsid w:val="00A51479"/>
    <w:rsid w:val="00A64649"/>
    <w:rsid w:val="00A65AD5"/>
    <w:rsid w:val="00A91C32"/>
    <w:rsid w:val="00A956B1"/>
    <w:rsid w:val="00A96CF8"/>
    <w:rsid w:val="00AB0495"/>
    <w:rsid w:val="00AB3A7F"/>
    <w:rsid w:val="00AB7C38"/>
    <w:rsid w:val="00AD330B"/>
    <w:rsid w:val="00B023CE"/>
    <w:rsid w:val="00B40471"/>
    <w:rsid w:val="00B409F7"/>
    <w:rsid w:val="00B50294"/>
    <w:rsid w:val="00B570E0"/>
    <w:rsid w:val="00B6308C"/>
    <w:rsid w:val="00B95404"/>
    <w:rsid w:val="00B962F1"/>
    <w:rsid w:val="00BB17BD"/>
    <w:rsid w:val="00BD08CA"/>
    <w:rsid w:val="00BE5043"/>
    <w:rsid w:val="00C175B3"/>
    <w:rsid w:val="00C539B0"/>
    <w:rsid w:val="00C664CF"/>
    <w:rsid w:val="00C665CF"/>
    <w:rsid w:val="00C70786"/>
    <w:rsid w:val="00C70B15"/>
    <w:rsid w:val="00C8222A"/>
    <w:rsid w:val="00CB0D23"/>
    <w:rsid w:val="00CB1F3E"/>
    <w:rsid w:val="00CB4379"/>
    <w:rsid w:val="00CC550A"/>
    <w:rsid w:val="00CD327E"/>
    <w:rsid w:val="00D21728"/>
    <w:rsid w:val="00D311EC"/>
    <w:rsid w:val="00D45945"/>
    <w:rsid w:val="00D47058"/>
    <w:rsid w:val="00D66357"/>
    <w:rsid w:val="00D66593"/>
    <w:rsid w:val="00DA2397"/>
    <w:rsid w:val="00DA4BFB"/>
    <w:rsid w:val="00DA79AD"/>
    <w:rsid w:val="00DF0640"/>
    <w:rsid w:val="00E14A80"/>
    <w:rsid w:val="00E23A26"/>
    <w:rsid w:val="00E24FD6"/>
    <w:rsid w:val="00E55D74"/>
    <w:rsid w:val="00E6540C"/>
    <w:rsid w:val="00E81E2A"/>
    <w:rsid w:val="00EB25A7"/>
    <w:rsid w:val="00EB7C7C"/>
    <w:rsid w:val="00ED2F1D"/>
    <w:rsid w:val="00EE0952"/>
    <w:rsid w:val="00F236A6"/>
    <w:rsid w:val="00F33824"/>
    <w:rsid w:val="00F64C74"/>
    <w:rsid w:val="00F81E1E"/>
    <w:rsid w:val="00FA4057"/>
    <w:rsid w:val="00FB1E89"/>
    <w:rsid w:val="00FE0F43"/>
    <w:rsid w:val="022FCE77"/>
    <w:rsid w:val="04AC85FA"/>
    <w:rsid w:val="0530C349"/>
    <w:rsid w:val="058AEE49"/>
    <w:rsid w:val="05F8D289"/>
    <w:rsid w:val="06478C5C"/>
    <w:rsid w:val="09846941"/>
    <w:rsid w:val="0BB3E91E"/>
    <w:rsid w:val="0BD46F03"/>
    <w:rsid w:val="0BE4F5F2"/>
    <w:rsid w:val="1A2FF0F0"/>
    <w:rsid w:val="1B6B71B9"/>
    <w:rsid w:val="1BD44809"/>
    <w:rsid w:val="1D82DAF4"/>
    <w:rsid w:val="1D8BB776"/>
    <w:rsid w:val="1F3EDC2C"/>
    <w:rsid w:val="20441201"/>
    <w:rsid w:val="22C8182A"/>
    <w:rsid w:val="24222042"/>
    <w:rsid w:val="24586D6A"/>
    <w:rsid w:val="25743171"/>
    <w:rsid w:val="2714C450"/>
    <w:rsid w:val="275F1DC6"/>
    <w:rsid w:val="28416BDA"/>
    <w:rsid w:val="2C65C030"/>
    <w:rsid w:val="2D336BC2"/>
    <w:rsid w:val="2FDAD93F"/>
    <w:rsid w:val="31F3E9A7"/>
    <w:rsid w:val="362B3A19"/>
    <w:rsid w:val="39A4CA85"/>
    <w:rsid w:val="39E89224"/>
    <w:rsid w:val="3A23ABD9"/>
    <w:rsid w:val="3AC10BC3"/>
    <w:rsid w:val="3C29E7CD"/>
    <w:rsid w:val="3DDA87A1"/>
    <w:rsid w:val="3FD0AF89"/>
    <w:rsid w:val="4038141D"/>
    <w:rsid w:val="42540D24"/>
    <w:rsid w:val="429BA484"/>
    <w:rsid w:val="44110B12"/>
    <w:rsid w:val="44DF844F"/>
    <w:rsid w:val="4731FAD4"/>
    <w:rsid w:val="47F31CDD"/>
    <w:rsid w:val="490C8B10"/>
    <w:rsid w:val="49AB95CA"/>
    <w:rsid w:val="4C6A2F4A"/>
    <w:rsid w:val="51DB62C9"/>
    <w:rsid w:val="5213043B"/>
    <w:rsid w:val="53F15F1C"/>
    <w:rsid w:val="558D80DB"/>
    <w:rsid w:val="566726CF"/>
    <w:rsid w:val="57FA6E65"/>
    <w:rsid w:val="585EDBD2"/>
    <w:rsid w:val="58A755D0"/>
    <w:rsid w:val="59808261"/>
    <w:rsid w:val="59BFADD3"/>
    <w:rsid w:val="5BFA0AED"/>
    <w:rsid w:val="5C92A357"/>
    <w:rsid w:val="5D0DC23D"/>
    <w:rsid w:val="5D3B4219"/>
    <w:rsid w:val="608FCF60"/>
    <w:rsid w:val="614A39A3"/>
    <w:rsid w:val="6283FDA4"/>
    <w:rsid w:val="62C12775"/>
    <w:rsid w:val="62F22CB7"/>
    <w:rsid w:val="64185032"/>
    <w:rsid w:val="6444D8AD"/>
    <w:rsid w:val="64AF75E5"/>
    <w:rsid w:val="64DED589"/>
    <w:rsid w:val="6687F188"/>
    <w:rsid w:val="66BA42BA"/>
    <w:rsid w:val="6829F30C"/>
    <w:rsid w:val="6A471B7D"/>
    <w:rsid w:val="6B1B8749"/>
    <w:rsid w:val="6CEB13E1"/>
    <w:rsid w:val="6E4AAA2A"/>
    <w:rsid w:val="6E71869A"/>
    <w:rsid w:val="6FEA8120"/>
    <w:rsid w:val="706AA98D"/>
    <w:rsid w:val="709214C0"/>
    <w:rsid w:val="71ED78A9"/>
    <w:rsid w:val="751FFF33"/>
    <w:rsid w:val="75B1168D"/>
    <w:rsid w:val="7614FC30"/>
    <w:rsid w:val="76CAC12C"/>
    <w:rsid w:val="780824CD"/>
    <w:rsid w:val="783C1001"/>
    <w:rsid w:val="7853F483"/>
    <w:rsid w:val="7CE17CEB"/>
    <w:rsid w:val="7D704826"/>
    <w:rsid w:val="7FC1E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63024"/>
  <w14:defaultImageDpi w14:val="32767"/>
  <w15:chartTrackingRefBased/>
  <w15:docId w15:val="{4D312898-B394-4964-9E72-BC6D88C25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57E"/>
    <w:pPr>
      <w:spacing w:before="40" w:after="200" w:line="288" w:lineRule="auto"/>
    </w:pPr>
    <w:rPr>
      <w:rFonts w:eastAsiaTheme="minorHAnsi"/>
      <w:kern w:val="20"/>
      <w:szCs w:val="20"/>
    </w:rPr>
  </w:style>
  <w:style w:type="paragraph" w:styleId="Ttulo1">
    <w:name w:val="heading 1"/>
    <w:basedOn w:val="Normal"/>
    <w:next w:val="Normal"/>
    <w:link w:val="Ttulo1Car"/>
    <w:uiPriority w:val="8"/>
    <w:unhideWhenUsed/>
    <w:qFormat/>
    <w:rsid w:val="003E24DF"/>
    <w:pPr>
      <w:spacing w:before="0" w:after="360" w:line="240" w:lineRule="auto"/>
      <w:contextualSpacing/>
      <w:outlineLvl w:val="0"/>
    </w:pPr>
    <w:rPr>
      <w:rFonts w:asciiTheme="majorHAnsi" w:eastAsiaTheme="majorEastAsia" w:hAnsiTheme="majorHAnsi" w:cstheme="majorBidi"/>
      <w:caps/>
      <w:color w:val="21405B" w:themeColor="accent1" w:themeShade="BF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2B0D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1405B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8"/>
    <w:rsid w:val="003E24DF"/>
    <w:rPr>
      <w:rFonts w:asciiTheme="majorHAnsi" w:eastAsiaTheme="majorEastAsia" w:hAnsiTheme="majorHAnsi" w:cstheme="majorBidi"/>
      <w:caps/>
      <w:color w:val="21405B" w:themeColor="accent1" w:themeShade="BF"/>
      <w:kern w:val="20"/>
      <w:sz w:val="20"/>
      <w:szCs w:val="20"/>
    </w:rPr>
  </w:style>
  <w:style w:type="paragraph" w:customStyle="1" w:styleId="Destinatario">
    <w:name w:val="Destinatario"/>
    <w:basedOn w:val="Ttulo2"/>
    <w:uiPriority w:val="3"/>
    <w:qFormat/>
    <w:rsid w:val="0085357E"/>
    <w:pPr>
      <w:spacing w:before="1200"/>
    </w:pPr>
    <w:rPr>
      <w:b/>
      <w:color w:val="2C567A" w:themeColor="accent1"/>
    </w:rPr>
  </w:style>
  <w:style w:type="paragraph" w:styleId="Saludo">
    <w:name w:val="Salutation"/>
    <w:basedOn w:val="Normal"/>
    <w:link w:val="SaludoCar"/>
    <w:uiPriority w:val="4"/>
    <w:unhideWhenUsed/>
    <w:qFormat/>
    <w:rsid w:val="003E24DF"/>
    <w:pPr>
      <w:spacing w:before="720"/>
    </w:pPr>
  </w:style>
  <w:style w:type="character" w:customStyle="1" w:styleId="SaludoCar">
    <w:name w:val="Saludo Car"/>
    <w:basedOn w:val="Fuentedeprrafopredeter"/>
    <w:link w:val="Saludo"/>
    <w:uiPriority w:val="4"/>
    <w:rsid w:val="003E24DF"/>
    <w:rPr>
      <w:rFonts w:eastAsiaTheme="minorHAnsi"/>
      <w:color w:val="595959" w:themeColor="text1" w:themeTint="A6"/>
      <w:kern w:val="20"/>
      <w:sz w:val="20"/>
      <w:szCs w:val="20"/>
    </w:rPr>
  </w:style>
  <w:style w:type="paragraph" w:styleId="Cierre">
    <w:name w:val="Closing"/>
    <w:basedOn w:val="Normal"/>
    <w:next w:val="Firma"/>
    <w:link w:val="CierreCar"/>
    <w:uiPriority w:val="6"/>
    <w:unhideWhenUsed/>
    <w:qFormat/>
    <w:rsid w:val="003E24DF"/>
    <w:pPr>
      <w:spacing w:before="480" w:after="960" w:line="240" w:lineRule="auto"/>
    </w:pPr>
  </w:style>
  <w:style w:type="character" w:customStyle="1" w:styleId="CierreCar">
    <w:name w:val="Cierre Car"/>
    <w:basedOn w:val="Fuentedeprrafopredeter"/>
    <w:link w:val="Cierre"/>
    <w:uiPriority w:val="6"/>
    <w:rsid w:val="003E24DF"/>
    <w:rPr>
      <w:rFonts w:eastAsiaTheme="minorHAnsi"/>
      <w:color w:val="595959" w:themeColor="text1" w:themeTint="A6"/>
      <w:kern w:val="20"/>
      <w:sz w:val="20"/>
      <w:szCs w:val="20"/>
    </w:rPr>
  </w:style>
  <w:style w:type="paragraph" w:styleId="Firma">
    <w:name w:val="Signature"/>
    <w:basedOn w:val="Normal"/>
    <w:link w:val="FirmaCar"/>
    <w:uiPriority w:val="7"/>
    <w:unhideWhenUsed/>
    <w:qFormat/>
    <w:rsid w:val="00204F5C"/>
    <w:pPr>
      <w:spacing w:after="0"/>
    </w:pPr>
    <w:rPr>
      <w:b/>
      <w:bCs/>
    </w:rPr>
  </w:style>
  <w:style w:type="character" w:customStyle="1" w:styleId="FirmaCar">
    <w:name w:val="Firma Car"/>
    <w:basedOn w:val="Fuentedeprrafopredeter"/>
    <w:link w:val="Firma"/>
    <w:uiPriority w:val="7"/>
    <w:rsid w:val="00204F5C"/>
    <w:rPr>
      <w:rFonts w:eastAsiaTheme="minorHAnsi"/>
      <w:b/>
      <w:bCs/>
      <w:kern w:val="20"/>
      <w:szCs w:val="20"/>
    </w:rPr>
  </w:style>
  <w:style w:type="paragraph" w:styleId="Encabezado">
    <w:name w:val="header"/>
    <w:basedOn w:val="Normal"/>
    <w:link w:val="EncabezadoCar"/>
    <w:uiPriority w:val="99"/>
    <w:semiHidden/>
    <w:rsid w:val="000D7B45"/>
    <w:pPr>
      <w:spacing w:after="0" w:line="240" w:lineRule="auto"/>
      <w:ind w:right="567"/>
      <w:jc w:val="right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D7B45"/>
    <w:rPr>
      <w:rFonts w:eastAsiaTheme="minorHAnsi"/>
      <w:kern w:val="20"/>
      <w:szCs w:val="20"/>
    </w:rPr>
  </w:style>
  <w:style w:type="character" w:styleId="Textoennegrita">
    <w:name w:val="Strong"/>
    <w:basedOn w:val="Fuentedeprrafopredeter"/>
    <w:uiPriority w:val="1"/>
    <w:semiHidden/>
    <w:qFormat/>
    <w:rsid w:val="003E24DF"/>
    <w:rPr>
      <w:b/>
      <w:bCs/>
    </w:rPr>
  </w:style>
  <w:style w:type="paragraph" w:customStyle="1" w:styleId="Informacindecontacto">
    <w:name w:val="Información de contacto"/>
    <w:basedOn w:val="Normal"/>
    <w:uiPriority w:val="1"/>
    <w:qFormat/>
    <w:rsid w:val="003E24DF"/>
    <w:pPr>
      <w:spacing w:before="0" w:after="0"/>
    </w:pPr>
  </w:style>
  <w:style w:type="character" w:customStyle="1" w:styleId="Ttulo2Car">
    <w:name w:val="Título 2 Car"/>
    <w:basedOn w:val="Fuentedeprrafopredeter"/>
    <w:link w:val="Ttulo2"/>
    <w:uiPriority w:val="9"/>
    <w:rsid w:val="004A2B0D"/>
    <w:rPr>
      <w:rFonts w:asciiTheme="majorHAnsi" w:eastAsiaTheme="majorEastAsia" w:hAnsiTheme="majorHAnsi" w:cstheme="majorBidi"/>
      <w:color w:val="21405B" w:themeColor="accent1" w:themeShade="BF"/>
      <w:kern w:val="20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083BA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1766D6"/>
    <w:rPr>
      <w:color w:val="808080"/>
    </w:rPr>
  </w:style>
  <w:style w:type="paragraph" w:styleId="Piedepgina">
    <w:name w:val="footer"/>
    <w:basedOn w:val="Normal"/>
    <w:link w:val="PiedepginaCar"/>
    <w:uiPriority w:val="99"/>
    <w:unhideWhenUsed/>
    <w:rsid w:val="00D45945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45945"/>
    <w:rPr>
      <w:rFonts w:eastAsiaTheme="minorHAnsi"/>
      <w:color w:val="595959" w:themeColor="text1" w:themeTint="A6"/>
      <w:kern w:val="20"/>
      <w:sz w:val="20"/>
      <w:szCs w:val="20"/>
    </w:rPr>
  </w:style>
  <w:style w:type="paragraph" w:styleId="Ttulo">
    <w:name w:val="Title"/>
    <w:basedOn w:val="Ttulo1"/>
    <w:next w:val="Normal"/>
    <w:link w:val="TtuloCar"/>
    <w:uiPriority w:val="10"/>
    <w:rsid w:val="00D45945"/>
    <w:rPr>
      <w:color w:val="000000" w:themeColor="text1"/>
    </w:rPr>
  </w:style>
  <w:style w:type="character" w:customStyle="1" w:styleId="TtuloCar">
    <w:name w:val="Título Car"/>
    <w:basedOn w:val="Fuentedeprrafopredeter"/>
    <w:link w:val="Ttulo"/>
    <w:uiPriority w:val="10"/>
    <w:rsid w:val="00D45945"/>
    <w:rPr>
      <w:rFonts w:asciiTheme="majorHAnsi" w:eastAsiaTheme="majorEastAsia" w:hAnsiTheme="majorHAnsi" w:cstheme="majorBidi"/>
      <w:caps/>
      <w:color w:val="000000" w:themeColor="text1"/>
      <w:kern w:val="20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717E7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17E7"/>
    <w:rPr>
      <w:rFonts w:ascii="Segoe UI" w:eastAsiaTheme="minorHAnsi" w:hAnsi="Segoe UI" w:cs="Segoe UI"/>
      <w:kern w:val="20"/>
      <w:sz w:val="18"/>
      <w:szCs w:val="18"/>
    </w:rPr>
  </w:style>
  <w:style w:type="paragraph" w:styleId="Textoindependiente">
    <w:name w:val="Body Text"/>
    <w:basedOn w:val="Normal"/>
    <w:link w:val="TextoindependienteCar"/>
    <w:uiPriority w:val="1"/>
    <w:qFormat/>
    <w:rsid w:val="00394E31"/>
    <w:pPr>
      <w:widowControl w:val="0"/>
      <w:autoSpaceDE w:val="0"/>
      <w:autoSpaceDN w:val="0"/>
      <w:spacing w:before="0" w:after="0" w:line="240" w:lineRule="auto"/>
      <w:ind w:left="261"/>
    </w:pPr>
    <w:rPr>
      <w:rFonts w:ascii="Calibri" w:eastAsia="Calibri" w:hAnsi="Calibri" w:cs="Calibri"/>
      <w:kern w:val="0"/>
      <w:sz w:val="20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94E31"/>
    <w:rPr>
      <w:rFonts w:ascii="Calibri" w:eastAsia="Calibri" w:hAnsi="Calibri" w:cs="Calibri"/>
      <w:sz w:val="20"/>
      <w:szCs w:val="20"/>
      <w:lang w:eastAsia="en-US"/>
    </w:rPr>
  </w:style>
  <w:style w:type="table" w:styleId="Tablaconcuadrcula">
    <w:name w:val="Table Grid"/>
    <w:basedOn w:val="Tablanormal"/>
    <w:uiPriority w:val="59"/>
    <w:rsid w:val="002E33C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6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eyes\AppData\Roaming\Microsoft\Templates\Membrete%20esferas%20azul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39DAB-5076-47D4-AC84-E6C61DACB7F1}"/>
      </w:docPartPr>
      <w:docPartBody>
        <w:p w:rsidR="00000000" w:rsidRDefault="00B82A76">
          <w:r w:rsidRPr="00BD7A06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League Spartan">
    <w:altName w:val="Calibri"/>
    <w:charset w:val="00"/>
    <w:family w:val="auto"/>
    <w:pitch w:val="variable"/>
    <w:sig w:usb0="A000007F" w:usb1="4000004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A76"/>
    <w:rsid w:val="000B282F"/>
    <w:rsid w:val="004B16B7"/>
    <w:rsid w:val="00B8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82A7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ontoso v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C567A"/>
      </a:accent1>
      <a:accent2>
        <a:srgbClr val="0072C7"/>
      </a:accent2>
      <a:accent3>
        <a:srgbClr val="0D1D51"/>
      </a:accent3>
      <a:accent4>
        <a:srgbClr val="666666"/>
      </a:accent4>
      <a:accent5>
        <a:srgbClr val="3C76A6"/>
      </a:accent5>
      <a:accent6>
        <a:srgbClr val="1E44BC"/>
      </a:accent6>
      <a:hlink>
        <a:srgbClr val="0563C1"/>
      </a:hlink>
      <a:folHlink>
        <a:srgbClr val="954F72"/>
      </a:folHlink>
    </a:clrScheme>
    <a:fontScheme name="Contoso v1">
      <a:majorFont>
        <a:latin typeface="Corbel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E38FFC351E29C41AC96B412098BFFC6" ma:contentTypeVersion="14" ma:contentTypeDescription="Crear nuevo documento." ma:contentTypeScope="" ma:versionID="23a3c1b1e723b305a80911aee008c3c9">
  <xsd:schema xmlns:xsd="http://www.w3.org/2001/XMLSchema" xmlns:xs="http://www.w3.org/2001/XMLSchema" xmlns:p="http://schemas.microsoft.com/office/2006/metadata/properties" xmlns:ns2="67a3732d-2716-42ae-bda7-c90216af10f5" xmlns:ns3="01ea1897-7315-4d59-a9d3-62abf82a1040" targetNamespace="http://schemas.microsoft.com/office/2006/metadata/properties" ma:root="true" ma:fieldsID="4683ba2a0d3c8ce0f89f85c0f4ee7c7e" ns2:_="" ns3:_="">
    <xsd:import namespace="67a3732d-2716-42ae-bda7-c90216af10f5"/>
    <xsd:import namespace="01ea1897-7315-4d59-a9d3-62abf82a1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3732d-2716-42ae-bda7-c90216af10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688028f2-e733-45e3-8f0b-baaba6158d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ea1897-7315-4d59-a9d3-62abf82a104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d6dd31fb-27c5-4186-92a2-c28637b61d85}" ma:internalName="TaxCatchAll" ma:showField="CatchAllData" ma:web="01ea1897-7315-4d59-a9d3-62abf82a1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1ea1897-7315-4d59-a9d3-62abf82a1040" xsi:nil="true"/>
    <lcf76f155ced4ddcb4097134ff3c332f xmlns="67a3732d-2716-42ae-bda7-c90216af10f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A094A-A0B1-46AE-9FAB-776380DA76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3732d-2716-42ae-bda7-c90216af10f5"/>
    <ds:schemaRef ds:uri="01ea1897-7315-4d59-a9d3-62abf82a1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7C3EAB-E09B-41CC-82A6-14BA506A5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77FCE-B8CA-4B76-8ADD-85EF0AC07C15}">
  <ds:schemaRefs>
    <ds:schemaRef ds:uri="http://schemas.microsoft.com/office/2006/metadata/properties"/>
    <ds:schemaRef ds:uri="http://schemas.microsoft.com/office/infopath/2007/PartnerControls"/>
    <ds:schemaRef ds:uri="01ea1897-7315-4d59-a9d3-62abf82a1040"/>
    <ds:schemaRef ds:uri="67a3732d-2716-42ae-bda7-c90216af10f5"/>
  </ds:schemaRefs>
</ds:datastoreItem>
</file>

<file path=customXml/itemProps4.xml><?xml version="1.0" encoding="utf-8"?>
<ds:datastoreItem xmlns:ds="http://schemas.openxmlformats.org/officeDocument/2006/customXml" ds:itemID="{29CB8ED7-85D7-4B64-8042-18436FCB2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Membrete esferas azules</Template>
  <TotalTime>24</TotalTime>
  <Pages>2</Pages>
  <Words>434</Words>
  <Characters>2391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Vasco Jimenez - Especialista Consultoría</dc:creator>
  <cp:keywords/>
  <dc:description/>
  <cp:lastModifiedBy>Carolina Vasco Jimenez - Especialista Consultoría</cp:lastModifiedBy>
  <cp:revision>16</cp:revision>
  <dcterms:created xsi:type="dcterms:W3CDTF">2025-08-08T17:16:00Z</dcterms:created>
  <dcterms:modified xsi:type="dcterms:W3CDTF">2025-08-25T15:44:00Z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0x0101008E38FFC351E29C41AC96B412098BFFC6</vt:lpwstr>
  </property>
  <property fmtid="{D5CDD505-2E9C-101B-9397-08002B2CF9AE}" pid="3" name="MediaServiceImageTags">
    <vt:lpwstr/>
  </property>
</Properties>
</file>